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19" w:rsidRPr="006F4D29" w:rsidRDefault="00740319" w:rsidP="006F4D29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E54003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740319" w:rsidRPr="006F4D29" w:rsidRDefault="00740319" w:rsidP="006F4D29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40319" w:rsidRPr="006F4D29" w:rsidRDefault="00740319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740319" w:rsidRPr="006F4D29" w:rsidRDefault="00740319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740319" w:rsidRPr="006F4D29" w:rsidRDefault="00740319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740319" w:rsidRPr="006F4D29" w:rsidRDefault="00740319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6F4D29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740319" w:rsidRPr="006F4D29" w:rsidRDefault="00740319" w:rsidP="006F4D29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740319" w:rsidRPr="006F4D29" w:rsidRDefault="00740319" w:rsidP="006F4D29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21.10.2019</w:t>
      </w:r>
      <w:r w:rsidRPr="006F4D29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Мукачево            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338</w:t>
      </w:r>
    </w:p>
    <w:p w:rsidR="00740319" w:rsidRPr="006F4D29" w:rsidRDefault="00740319" w:rsidP="006F4D2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</w:p>
    <w:p w:rsidR="00740319" w:rsidRDefault="00740319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740319" w:rsidRDefault="00740319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янці на дарування будинку, право користування яким має малолітня дитина</w:t>
      </w:r>
    </w:p>
    <w:p w:rsidR="00740319" w:rsidRPr="00BE4D93" w:rsidRDefault="00740319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740319" w:rsidRDefault="00740319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будинку, який знаходиться за адресою: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належать їй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внучки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року 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740319" w:rsidRPr="00F757E4" w:rsidRDefault="00740319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</w:p>
    <w:p w:rsidR="00740319" w:rsidRPr="007E685C" w:rsidRDefault="00740319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дозвіл громадянці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мешканці</w:t>
      </w:r>
      <w:r w:rsidRPr="006849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на дарування будинку, який знаходиться за адресою:</w:t>
      </w:r>
      <w:r w:rsidRPr="007B7E1E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витягу про реєстрацію права власності на нерухоме майно від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своїй внучці,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 мешканці:</w:t>
      </w:r>
      <w:r w:rsidRPr="007B7E1E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                вул.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право користування яким має малолітня дитина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р.н. </w:t>
      </w:r>
    </w:p>
    <w:p w:rsidR="00740319" w:rsidRDefault="00740319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740319" w:rsidRDefault="00740319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740319" w:rsidRDefault="00740319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40319" w:rsidRDefault="00740319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ї адміністрації                                  Андрій ДАНКАНИЧ</w:t>
      </w:r>
    </w:p>
    <w:p w:rsidR="00740319" w:rsidRPr="00FF038E" w:rsidRDefault="00740319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740319" w:rsidRPr="00FF038E" w:rsidSect="007B0A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2115"/>
    <w:rsid w:val="00015B87"/>
    <w:rsid w:val="0003299E"/>
    <w:rsid w:val="000367FB"/>
    <w:rsid w:val="00037D72"/>
    <w:rsid w:val="000562DA"/>
    <w:rsid w:val="00070557"/>
    <w:rsid w:val="0008690A"/>
    <w:rsid w:val="00091A29"/>
    <w:rsid w:val="000A253F"/>
    <w:rsid w:val="000A25BC"/>
    <w:rsid w:val="000A6747"/>
    <w:rsid w:val="000B2FB3"/>
    <w:rsid w:val="000D5B01"/>
    <w:rsid w:val="000E3F6D"/>
    <w:rsid w:val="00100878"/>
    <w:rsid w:val="00107567"/>
    <w:rsid w:val="00111490"/>
    <w:rsid w:val="0011328F"/>
    <w:rsid w:val="00114E84"/>
    <w:rsid w:val="00121382"/>
    <w:rsid w:val="0013072F"/>
    <w:rsid w:val="0014162C"/>
    <w:rsid w:val="0016221F"/>
    <w:rsid w:val="00192EF7"/>
    <w:rsid w:val="001A43A9"/>
    <w:rsid w:val="001A48CF"/>
    <w:rsid w:val="001A5002"/>
    <w:rsid w:val="001A64A8"/>
    <w:rsid w:val="001D75EA"/>
    <w:rsid w:val="001E24AF"/>
    <w:rsid w:val="00206F57"/>
    <w:rsid w:val="00211CAF"/>
    <w:rsid w:val="0021288A"/>
    <w:rsid w:val="002132AD"/>
    <w:rsid w:val="00216F30"/>
    <w:rsid w:val="00231B83"/>
    <w:rsid w:val="00252242"/>
    <w:rsid w:val="00282F07"/>
    <w:rsid w:val="0028595C"/>
    <w:rsid w:val="00293B7C"/>
    <w:rsid w:val="002953F4"/>
    <w:rsid w:val="002B1B4D"/>
    <w:rsid w:val="002B31BF"/>
    <w:rsid w:val="002B32E6"/>
    <w:rsid w:val="002C108C"/>
    <w:rsid w:val="002E3BBE"/>
    <w:rsid w:val="002F3C8F"/>
    <w:rsid w:val="002F6CCF"/>
    <w:rsid w:val="00315616"/>
    <w:rsid w:val="00320E86"/>
    <w:rsid w:val="00330F73"/>
    <w:rsid w:val="00332732"/>
    <w:rsid w:val="00355353"/>
    <w:rsid w:val="003775A5"/>
    <w:rsid w:val="0038078A"/>
    <w:rsid w:val="003811F9"/>
    <w:rsid w:val="00387C0F"/>
    <w:rsid w:val="00392ECB"/>
    <w:rsid w:val="003B69E4"/>
    <w:rsid w:val="003C0F8B"/>
    <w:rsid w:val="003C2A81"/>
    <w:rsid w:val="003D2047"/>
    <w:rsid w:val="003D4D6A"/>
    <w:rsid w:val="003E00A0"/>
    <w:rsid w:val="003F4765"/>
    <w:rsid w:val="00401F5B"/>
    <w:rsid w:val="00420996"/>
    <w:rsid w:val="00425D0B"/>
    <w:rsid w:val="004309AE"/>
    <w:rsid w:val="00434983"/>
    <w:rsid w:val="00460A33"/>
    <w:rsid w:val="004761BB"/>
    <w:rsid w:val="0047648D"/>
    <w:rsid w:val="004962F5"/>
    <w:rsid w:val="004B0978"/>
    <w:rsid w:val="004B0FC9"/>
    <w:rsid w:val="004B786B"/>
    <w:rsid w:val="004D0EDE"/>
    <w:rsid w:val="004D30AA"/>
    <w:rsid w:val="004E61C5"/>
    <w:rsid w:val="004F41EA"/>
    <w:rsid w:val="004F4434"/>
    <w:rsid w:val="004F7F90"/>
    <w:rsid w:val="0051577C"/>
    <w:rsid w:val="005332C7"/>
    <w:rsid w:val="00556B45"/>
    <w:rsid w:val="0056017F"/>
    <w:rsid w:val="00586EAA"/>
    <w:rsid w:val="00595851"/>
    <w:rsid w:val="00595D4D"/>
    <w:rsid w:val="005A1DE0"/>
    <w:rsid w:val="005D27C3"/>
    <w:rsid w:val="005E3BF7"/>
    <w:rsid w:val="005F49C4"/>
    <w:rsid w:val="005F4B43"/>
    <w:rsid w:val="0065643A"/>
    <w:rsid w:val="00682460"/>
    <w:rsid w:val="0068497E"/>
    <w:rsid w:val="0068635D"/>
    <w:rsid w:val="0069706D"/>
    <w:rsid w:val="006A6F03"/>
    <w:rsid w:val="006C39EA"/>
    <w:rsid w:val="006F17E2"/>
    <w:rsid w:val="006F4D29"/>
    <w:rsid w:val="00707CD3"/>
    <w:rsid w:val="0072207D"/>
    <w:rsid w:val="0072535C"/>
    <w:rsid w:val="00740319"/>
    <w:rsid w:val="00751B95"/>
    <w:rsid w:val="00753E31"/>
    <w:rsid w:val="00771CEA"/>
    <w:rsid w:val="00791F41"/>
    <w:rsid w:val="0079580B"/>
    <w:rsid w:val="00797EFA"/>
    <w:rsid w:val="007B0AD4"/>
    <w:rsid w:val="007B7E1E"/>
    <w:rsid w:val="007C70C3"/>
    <w:rsid w:val="007E685C"/>
    <w:rsid w:val="007F1517"/>
    <w:rsid w:val="00820447"/>
    <w:rsid w:val="008355AE"/>
    <w:rsid w:val="0083766E"/>
    <w:rsid w:val="00844FBC"/>
    <w:rsid w:val="008501F0"/>
    <w:rsid w:val="008503A5"/>
    <w:rsid w:val="0085043F"/>
    <w:rsid w:val="00874586"/>
    <w:rsid w:val="00874718"/>
    <w:rsid w:val="00877143"/>
    <w:rsid w:val="008847A8"/>
    <w:rsid w:val="00890A9F"/>
    <w:rsid w:val="008C1EF0"/>
    <w:rsid w:val="008C6515"/>
    <w:rsid w:val="008F3DC1"/>
    <w:rsid w:val="009004B0"/>
    <w:rsid w:val="0090137F"/>
    <w:rsid w:val="00905357"/>
    <w:rsid w:val="00922900"/>
    <w:rsid w:val="0092310B"/>
    <w:rsid w:val="009522C5"/>
    <w:rsid w:val="00954B79"/>
    <w:rsid w:val="0095656F"/>
    <w:rsid w:val="00962608"/>
    <w:rsid w:val="009668B2"/>
    <w:rsid w:val="00974A6F"/>
    <w:rsid w:val="00975955"/>
    <w:rsid w:val="009A1CBC"/>
    <w:rsid w:val="009A634A"/>
    <w:rsid w:val="009C2A13"/>
    <w:rsid w:val="009D4F65"/>
    <w:rsid w:val="00A10E8D"/>
    <w:rsid w:val="00A16AAB"/>
    <w:rsid w:val="00A52BDE"/>
    <w:rsid w:val="00A6087E"/>
    <w:rsid w:val="00A70C60"/>
    <w:rsid w:val="00AA228D"/>
    <w:rsid w:val="00AB2902"/>
    <w:rsid w:val="00AB3964"/>
    <w:rsid w:val="00AC1952"/>
    <w:rsid w:val="00AC2251"/>
    <w:rsid w:val="00AC78E4"/>
    <w:rsid w:val="00AD381D"/>
    <w:rsid w:val="00AD7841"/>
    <w:rsid w:val="00AE0D47"/>
    <w:rsid w:val="00AF3A4F"/>
    <w:rsid w:val="00B11FB5"/>
    <w:rsid w:val="00B31F3D"/>
    <w:rsid w:val="00B51D7D"/>
    <w:rsid w:val="00B67F8A"/>
    <w:rsid w:val="00B72EED"/>
    <w:rsid w:val="00B769FF"/>
    <w:rsid w:val="00B823A9"/>
    <w:rsid w:val="00BB6C41"/>
    <w:rsid w:val="00BE4D93"/>
    <w:rsid w:val="00C10AAB"/>
    <w:rsid w:val="00C166A2"/>
    <w:rsid w:val="00C5011A"/>
    <w:rsid w:val="00C542FB"/>
    <w:rsid w:val="00C556C9"/>
    <w:rsid w:val="00C6213F"/>
    <w:rsid w:val="00C74CAB"/>
    <w:rsid w:val="00C769AA"/>
    <w:rsid w:val="00C9308F"/>
    <w:rsid w:val="00C97A1C"/>
    <w:rsid w:val="00CA5C1F"/>
    <w:rsid w:val="00CB0DA6"/>
    <w:rsid w:val="00CB3031"/>
    <w:rsid w:val="00CD32CE"/>
    <w:rsid w:val="00CD5EA3"/>
    <w:rsid w:val="00D0494A"/>
    <w:rsid w:val="00D04A98"/>
    <w:rsid w:val="00D1717B"/>
    <w:rsid w:val="00D177DD"/>
    <w:rsid w:val="00D23260"/>
    <w:rsid w:val="00D324DD"/>
    <w:rsid w:val="00D365C5"/>
    <w:rsid w:val="00D477B5"/>
    <w:rsid w:val="00D54CC2"/>
    <w:rsid w:val="00D567EE"/>
    <w:rsid w:val="00D66A9C"/>
    <w:rsid w:val="00D67189"/>
    <w:rsid w:val="00D83A32"/>
    <w:rsid w:val="00DA289A"/>
    <w:rsid w:val="00DA5648"/>
    <w:rsid w:val="00DA606B"/>
    <w:rsid w:val="00DD015F"/>
    <w:rsid w:val="00DD0305"/>
    <w:rsid w:val="00E20A57"/>
    <w:rsid w:val="00E54003"/>
    <w:rsid w:val="00E636BD"/>
    <w:rsid w:val="00E63EED"/>
    <w:rsid w:val="00E655CB"/>
    <w:rsid w:val="00E6605A"/>
    <w:rsid w:val="00E76BB2"/>
    <w:rsid w:val="00E8478A"/>
    <w:rsid w:val="00EA3454"/>
    <w:rsid w:val="00EB5F73"/>
    <w:rsid w:val="00EB7376"/>
    <w:rsid w:val="00ED5063"/>
    <w:rsid w:val="00EE4EE9"/>
    <w:rsid w:val="00F101BA"/>
    <w:rsid w:val="00F10D3C"/>
    <w:rsid w:val="00F14612"/>
    <w:rsid w:val="00F2203F"/>
    <w:rsid w:val="00F275CA"/>
    <w:rsid w:val="00F45522"/>
    <w:rsid w:val="00F45B10"/>
    <w:rsid w:val="00F612A4"/>
    <w:rsid w:val="00F757E4"/>
    <w:rsid w:val="00F84E4E"/>
    <w:rsid w:val="00F90941"/>
    <w:rsid w:val="00F90BC4"/>
    <w:rsid w:val="00F93D71"/>
    <w:rsid w:val="00F96320"/>
    <w:rsid w:val="00F97B51"/>
    <w:rsid w:val="00FA23A9"/>
    <w:rsid w:val="00FB5F84"/>
    <w:rsid w:val="00FF038E"/>
    <w:rsid w:val="00FF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1211</TotalTime>
  <Pages>1</Pages>
  <Words>282</Words>
  <Characters>1614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149</cp:revision>
  <cp:lastPrinted>2016-05-11T12:49:00Z</cp:lastPrinted>
  <dcterms:created xsi:type="dcterms:W3CDTF">2014-09-01T13:27:00Z</dcterms:created>
  <dcterms:modified xsi:type="dcterms:W3CDTF">2020-03-03T07:24:00Z</dcterms:modified>
</cp:coreProperties>
</file>