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D5F" w:rsidRDefault="00B15D5F" w:rsidP="007E2F28">
      <w:pPr>
        <w:jc w:val="center"/>
        <w:textAlignment w:val="baseline"/>
        <w:rPr>
          <w:noProof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FC030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.75pt;visibility:visible">
            <v:imagedata r:id="rId5" o:title=""/>
          </v:shape>
        </w:pict>
      </w:r>
    </w:p>
    <w:p w:rsidR="00B15D5F" w:rsidRPr="00C65AE1" w:rsidRDefault="00B15D5F" w:rsidP="007E2F28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15D5F" w:rsidRDefault="00B15D5F" w:rsidP="007E2F28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B15D5F" w:rsidRPr="00C65AE1" w:rsidRDefault="00B15D5F" w:rsidP="007E2F28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B15D5F" w:rsidRPr="00BE7488" w:rsidRDefault="00B15D5F" w:rsidP="007E2F28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B15D5F" w:rsidRPr="00C65AE1" w:rsidRDefault="00B15D5F" w:rsidP="007E2F28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15D5F" w:rsidRDefault="00B15D5F" w:rsidP="007E2F28">
      <w:pPr>
        <w:tabs>
          <w:tab w:val="left" w:pos="4962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30.09.19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318</w:t>
      </w:r>
    </w:p>
    <w:p w:rsidR="00B15D5F" w:rsidRPr="003B7952" w:rsidRDefault="00B15D5F" w:rsidP="007E2F28">
      <w:pPr>
        <w:tabs>
          <w:tab w:val="left" w:pos="4962"/>
        </w:tabs>
        <w:rPr>
          <w:b/>
          <w:i/>
          <w:sz w:val="28"/>
          <w:szCs w:val="28"/>
          <w:lang w:val="uk-UA"/>
        </w:rPr>
      </w:pPr>
    </w:p>
    <w:p w:rsidR="00B15D5F" w:rsidRDefault="00B15D5F" w:rsidP="00DB722E">
      <w:pPr>
        <w:spacing w:line="288" w:lineRule="auto"/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>припинення піклування над дитиною, позбавленою батьківського піклування</w:t>
      </w:r>
    </w:p>
    <w:p w:rsidR="00B15D5F" w:rsidRDefault="00B15D5F" w:rsidP="00DB722E">
      <w:pPr>
        <w:spacing w:line="288" w:lineRule="auto"/>
        <w:ind w:right="-1"/>
        <w:jc w:val="center"/>
        <w:rPr>
          <w:b/>
          <w:i/>
          <w:sz w:val="28"/>
          <w:szCs w:val="28"/>
          <w:lang w:val="uk-UA"/>
        </w:rPr>
      </w:pPr>
    </w:p>
    <w:p w:rsidR="00B15D5F" w:rsidRDefault="00B15D5F" w:rsidP="00906F1C">
      <w:pPr>
        <w:tabs>
          <w:tab w:val="left" w:pos="0"/>
          <w:tab w:val="left" w:pos="567"/>
        </w:tabs>
        <w:ind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Відповідно до статей 6, 22, 39 Закону України ,,Про місцеві державні адміністрації’’, статті 250 Сімейного кодексу України, статті 35 Цивільного кодексу України, пункту 50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Порядку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провадження органами опіки та піклування діяльності, пов'язаної із захистом прав дитини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затвердженого</w:t>
      </w:r>
      <w:r>
        <w:rPr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подання служби у справах дітей від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№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 xml:space="preserve">з метою припинення піклування над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4D2A8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4D2A8C">
        <w:rPr>
          <w:rFonts w:ascii="Times New Roman CYR" w:hAnsi="Times New Roman CYR" w:cs="Times New Roman CYR"/>
          <w:noProof/>
          <w:sz w:val="28"/>
          <w:szCs w:val="28"/>
          <w:lang w:val="uk-UA"/>
        </w:rPr>
        <w:t>року народження, мешканк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ою с.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вул.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 xml:space="preserve">Мукачівського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району:</w:t>
      </w:r>
    </w:p>
    <w:p w:rsidR="00B15D5F" w:rsidRPr="004D2A8C" w:rsidRDefault="00B15D5F" w:rsidP="00906F1C">
      <w:pPr>
        <w:tabs>
          <w:tab w:val="left" w:pos="0"/>
          <w:tab w:val="left" w:pos="567"/>
        </w:tabs>
        <w:ind w:firstLine="567"/>
        <w:jc w:val="both"/>
        <w:rPr>
          <w:sz w:val="28"/>
          <w:lang w:val="uk-UA"/>
        </w:rPr>
      </w:pPr>
    </w:p>
    <w:p w:rsidR="00B15D5F" w:rsidRPr="00F946A1" w:rsidRDefault="00B15D5F" w:rsidP="00F946A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ind w:left="0" w:firstLine="284"/>
        <w:jc w:val="both"/>
        <w:rPr>
          <w:sz w:val="28"/>
          <w:szCs w:val="28"/>
          <w:lang w:val="uk-UA"/>
        </w:rPr>
      </w:pPr>
      <w:r w:rsidRPr="00F946A1">
        <w:rPr>
          <w:sz w:val="28"/>
          <w:lang w:val="uk-UA"/>
        </w:rPr>
        <w:t xml:space="preserve"> Припинити піклування над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F946A1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F946A1">
        <w:rPr>
          <w:rFonts w:ascii="Times New Roman CYR" w:hAnsi="Times New Roman CYR" w:cs="Times New Roman CYR"/>
          <w:noProof/>
          <w:sz w:val="28"/>
          <w:szCs w:val="28"/>
          <w:lang w:val="uk-UA"/>
        </w:rPr>
        <w:t>року народження, у зв’язку з наданням їй повної цивільної дієздатності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 w:rsidRPr="00F946A1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розпорядженням голови Мукачівської райдержадміністрації від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F946A1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року №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„Про надання повної цивільної дієздатності”.</w:t>
      </w:r>
    </w:p>
    <w:p w:rsidR="00B15D5F" w:rsidRDefault="00B15D5F" w:rsidP="00F946A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ind w:left="0" w:firstLine="284"/>
        <w:jc w:val="both"/>
        <w:rPr>
          <w:sz w:val="28"/>
          <w:szCs w:val="28"/>
          <w:lang w:val="uk-UA"/>
        </w:rPr>
      </w:pPr>
      <w:r w:rsidRPr="00F946A1">
        <w:rPr>
          <w:sz w:val="28"/>
          <w:szCs w:val="28"/>
          <w:lang w:val="uk-UA"/>
        </w:rPr>
        <w:t xml:space="preserve">У пункті 1 розпорядження голови райдержадміністрації від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 </w:t>
      </w:r>
      <w:r w:rsidRPr="00F946A1">
        <w:rPr>
          <w:sz w:val="28"/>
          <w:szCs w:val="28"/>
          <w:lang w:val="uk-UA"/>
        </w:rPr>
        <w:t xml:space="preserve"> №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F946A1">
        <w:rPr>
          <w:sz w:val="28"/>
          <w:szCs w:val="28"/>
          <w:lang w:val="uk-UA"/>
        </w:rPr>
        <w:t xml:space="preserve"> „Про встановлення опіки над дітьми, позбавленими батьківського піклування”, позицію „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F946A1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, </w:t>
      </w:r>
      <w:r w:rsidRPr="00EE2FF3">
        <w:rPr>
          <w:rFonts w:ascii="Times New Roman CYR" w:hAnsi="Times New Roman CYR" w:cs="Times New Roman CYR"/>
          <w:noProof/>
          <w:sz w:val="28"/>
          <w:szCs w:val="28"/>
          <w:lang w:val="uk-UA"/>
        </w:rPr>
        <w:t>________</w:t>
      </w:r>
      <w:r w:rsidRPr="00F946A1">
        <w:rPr>
          <w:sz w:val="28"/>
          <w:szCs w:val="28"/>
          <w:lang w:val="uk-UA"/>
        </w:rPr>
        <w:t>року народження”</w:t>
      </w:r>
      <w:r>
        <w:rPr>
          <w:sz w:val="28"/>
          <w:szCs w:val="28"/>
          <w:lang w:val="uk-UA"/>
        </w:rPr>
        <w:t>,</w:t>
      </w:r>
      <w:r w:rsidRPr="00F946A1">
        <w:rPr>
          <w:sz w:val="28"/>
          <w:szCs w:val="28"/>
          <w:lang w:val="uk-UA"/>
        </w:rPr>
        <w:t xml:space="preserve"> виключити. </w:t>
      </w:r>
    </w:p>
    <w:p w:rsidR="00B15D5F" w:rsidRPr="00F946A1" w:rsidRDefault="00B15D5F" w:rsidP="00F946A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sz w:val="28"/>
          <w:szCs w:val="28"/>
          <w:lang w:val="uk-UA"/>
        </w:rPr>
      </w:pPr>
      <w:r w:rsidRPr="00F946A1">
        <w:rPr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B15D5F" w:rsidRPr="003E3339" w:rsidRDefault="00B15D5F" w:rsidP="00DB722E">
      <w:pPr>
        <w:ind w:firstLine="708"/>
        <w:jc w:val="both"/>
        <w:rPr>
          <w:sz w:val="28"/>
          <w:szCs w:val="28"/>
          <w:lang w:val="uk-UA"/>
        </w:rPr>
      </w:pPr>
    </w:p>
    <w:p w:rsidR="00B15D5F" w:rsidRDefault="00B15D5F" w:rsidP="00DB722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bookmarkStart w:id="0" w:name="_GoBack"/>
      <w:bookmarkEnd w:id="0"/>
    </w:p>
    <w:p w:rsidR="00B15D5F" w:rsidRDefault="00B15D5F" w:rsidP="00DB722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15D5F" w:rsidRPr="003B7952" w:rsidRDefault="00B15D5F" w:rsidP="00DB722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Андрій ДАНКАНИЧ</w:t>
      </w:r>
    </w:p>
    <w:p w:rsidR="00B15D5F" w:rsidRDefault="00B15D5F" w:rsidP="00DB722E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B15D5F" w:rsidRDefault="00B15D5F" w:rsidP="00DB722E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:rsidR="00B15D5F" w:rsidRDefault="00B15D5F" w:rsidP="00DB722E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sectPr w:rsidR="00B15D5F" w:rsidSect="007E2F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DDE"/>
    <w:multiLevelType w:val="hybridMultilevel"/>
    <w:tmpl w:val="9CAA9E26"/>
    <w:lvl w:ilvl="0" w:tplc="8C645278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163D36"/>
    <w:multiLevelType w:val="hybridMultilevel"/>
    <w:tmpl w:val="04C436EE"/>
    <w:lvl w:ilvl="0" w:tplc="84D692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22E"/>
    <w:rsid w:val="00052DFD"/>
    <w:rsid w:val="000A2D5D"/>
    <w:rsid w:val="000A5CB1"/>
    <w:rsid w:val="000A628E"/>
    <w:rsid w:val="000D1B52"/>
    <w:rsid w:val="001C6925"/>
    <w:rsid w:val="001D2BD1"/>
    <w:rsid w:val="00252EC1"/>
    <w:rsid w:val="00293817"/>
    <w:rsid w:val="00293908"/>
    <w:rsid w:val="002F71D9"/>
    <w:rsid w:val="00397603"/>
    <w:rsid w:val="003B7952"/>
    <w:rsid w:val="003E3339"/>
    <w:rsid w:val="003E3544"/>
    <w:rsid w:val="004071B4"/>
    <w:rsid w:val="00467061"/>
    <w:rsid w:val="00481652"/>
    <w:rsid w:val="00492C54"/>
    <w:rsid w:val="00495914"/>
    <w:rsid w:val="004D2A8C"/>
    <w:rsid w:val="004E1811"/>
    <w:rsid w:val="00511F7A"/>
    <w:rsid w:val="005C5315"/>
    <w:rsid w:val="00605D2F"/>
    <w:rsid w:val="0065177A"/>
    <w:rsid w:val="0068635D"/>
    <w:rsid w:val="006A67C4"/>
    <w:rsid w:val="006B27F7"/>
    <w:rsid w:val="006C0FCE"/>
    <w:rsid w:val="00767256"/>
    <w:rsid w:val="007C573D"/>
    <w:rsid w:val="007E2F28"/>
    <w:rsid w:val="007F50B6"/>
    <w:rsid w:val="00814AF5"/>
    <w:rsid w:val="008C2F59"/>
    <w:rsid w:val="00906F1C"/>
    <w:rsid w:val="00917F55"/>
    <w:rsid w:val="00925798"/>
    <w:rsid w:val="00A16953"/>
    <w:rsid w:val="00A87070"/>
    <w:rsid w:val="00B15D5F"/>
    <w:rsid w:val="00B31A77"/>
    <w:rsid w:val="00BB3FF0"/>
    <w:rsid w:val="00BE7488"/>
    <w:rsid w:val="00C11A7B"/>
    <w:rsid w:val="00C65AE1"/>
    <w:rsid w:val="00CB6FA7"/>
    <w:rsid w:val="00D022DE"/>
    <w:rsid w:val="00D54347"/>
    <w:rsid w:val="00DB722E"/>
    <w:rsid w:val="00DC778E"/>
    <w:rsid w:val="00DC7B2A"/>
    <w:rsid w:val="00E273F8"/>
    <w:rsid w:val="00EC083B"/>
    <w:rsid w:val="00EE2FF3"/>
    <w:rsid w:val="00F43B73"/>
    <w:rsid w:val="00F555D0"/>
    <w:rsid w:val="00F946A1"/>
    <w:rsid w:val="00FC0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2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72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B72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722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1006</TotalTime>
  <Pages>1</Pages>
  <Words>222</Words>
  <Characters>1269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27</cp:revision>
  <dcterms:created xsi:type="dcterms:W3CDTF">2019-10-01T11:34:00Z</dcterms:created>
  <dcterms:modified xsi:type="dcterms:W3CDTF">2020-03-03T06:58:00Z</dcterms:modified>
</cp:coreProperties>
</file>