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1DD" w:rsidRDefault="005951DD" w:rsidP="00F55AFE">
      <w:pPr>
        <w:jc w:val="center"/>
        <w:textAlignment w:val="baseline"/>
        <w:rPr>
          <w:noProof/>
          <w:szCs w:val="28"/>
          <w:lang w:val="uk-UA"/>
        </w:rPr>
      </w:pPr>
      <w:r w:rsidRPr="00E53981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5951DD" w:rsidRPr="00C65AE1" w:rsidRDefault="005951DD" w:rsidP="00F55AFE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5951DD" w:rsidRDefault="005951DD" w:rsidP="00F55AF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5951DD" w:rsidRPr="00C65AE1" w:rsidRDefault="005951DD" w:rsidP="00F55AFE">
      <w:pPr>
        <w:tabs>
          <w:tab w:val="left" w:pos="1620"/>
          <w:tab w:val="left" w:pos="1980"/>
        </w:tabs>
        <w:spacing w:before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5951DD" w:rsidRPr="00BE7488" w:rsidRDefault="005951DD" w:rsidP="00F55AF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5951DD" w:rsidRPr="00C65AE1" w:rsidRDefault="005951DD" w:rsidP="00F55AF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951DD" w:rsidRPr="00C65AE1" w:rsidRDefault="005951DD" w:rsidP="00F55AFE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30.01.2020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33</w:t>
      </w:r>
    </w:p>
    <w:p w:rsidR="005951DD" w:rsidRPr="00C65AE1" w:rsidRDefault="005951DD" w:rsidP="00F55AFE">
      <w:pPr>
        <w:jc w:val="center"/>
        <w:rPr>
          <w:sz w:val="26"/>
          <w:szCs w:val="26"/>
          <w:lang w:val="uk-UA"/>
        </w:rPr>
      </w:pPr>
    </w:p>
    <w:p w:rsidR="005951DD" w:rsidRPr="00C65AE1" w:rsidRDefault="005951DD" w:rsidP="00F55AFE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951DD" w:rsidRDefault="005951DD" w:rsidP="00F55AFE">
      <w:pPr>
        <w:ind w:right="-284"/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Про надання статусу</w:t>
      </w:r>
      <w:r w:rsidRPr="00B217D1"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>дитини-сироти</w:t>
      </w:r>
    </w:p>
    <w:p w:rsidR="005951DD" w:rsidRDefault="005951DD" w:rsidP="00F55AFE">
      <w:pPr>
        <w:ind w:right="-284"/>
        <w:jc w:val="center"/>
        <w:rPr>
          <w:sz w:val="28"/>
          <w:lang w:val="uk-UA"/>
        </w:rPr>
      </w:pPr>
    </w:p>
    <w:p w:rsidR="005951DD" w:rsidRDefault="005951DD" w:rsidP="00F55AF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статей 6, 22, 39 Закону України </w:t>
      </w:r>
      <w:r>
        <w:rPr>
          <w:sz w:val="28"/>
          <w:szCs w:val="28"/>
          <w:lang w:val="uk-UA"/>
        </w:rPr>
        <w:t>,,</w:t>
      </w:r>
      <w:r w:rsidRPr="0001652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місцеві державні адміністрації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статті 4 Закону України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sz w:val="28"/>
          <w:lang w:val="uk-UA"/>
        </w:rPr>
        <w:t>”</w:t>
      </w:r>
      <w:r>
        <w:rPr>
          <w:sz w:val="28"/>
          <w:lang w:val="uk-UA"/>
        </w:rPr>
        <w:t xml:space="preserve">, пунктів 21, 22, 23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Порядку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провадження органами опіки та піклування діяльності, пов'язаної із захистом прав дитини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затвердженого</w:t>
      </w:r>
      <w:r>
        <w:rPr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>, подання служби у справах дітей районної державної адміністрації від 27 січня 2020  № 63/02-10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5951DD" w:rsidRDefault="005951DD" w:rsidP="00F55AFE">
      <w:pPr>
        <w:ind w:firstLine="567"/>
        <w:jc w:val="both"/>
        <w:rPr>
          <w:sz w:val="28"/>
          <w:lang w:val="uk-UA"/>
        </w:rPr>
      </w:pPr>
    </w:p>
    <w:p w:rsidR="005951DD" w:rsidRDefault="005951DD" w:rsidP="00F55AFE">
      <w:pPr>
        <w:tabs>
          <w:tab w:val="left" w:pos="0"/>
          <w:tab w:val="left" w:pos="993"/>
        </w:tabs>
        <w:jc w:val="both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       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неповнолітній ______</w:t>
      </w:r>
      <w:r w:rsidRPr="00B37F1C">
        <w:rPr>
          <w:sz w:val="28"/>
          <w:szCs w:val="20"/>
          <w:lang w:val="uk-UA"/>
        </w:rPr>
        <w:t xml:space="preserve"> </w:t>
      </w:r>
      <w:r w:rsidRPr="00B37F1C">
        <w:rPr>
          <w:sz w:val="28"/>
          <w:szCs w:val="28"/>
          <w:lang w:val="uk-UA"/>
        </w:rPr>
        <w:t>року народження</w:t>
      </w:r>
      <w:r w:rsidRPr="00B37F1C">
        <w:rPr>
          <w:noProof/>
          <w:sz w:val="28"/>
          <w:szCs w:val="28"/>
          <w:lang w:val="uk-UA"/>
        </w:rPr>
        <w:t xml:space="preserve"> статус дитини-с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ироти, у звязку тим, що</w:t>
      </w:r>
      <w:r>
        <w:rPr>
          <w:noProof/>
          <w:sz w:val="28"/>
          <w:lang w:val="uk-UA"/>
        </w:rPr>
        <w:t xml:space="preserve"> мати – ________ померла (свідоцтво про смерть, видане виконкомом _____ сільської ради Мукачівського району </w:t>
      </w:r>
      <w:r w:rsidRPr="00FE3957">
        <w:rPr>
          <w:noProof/>
          <w:sz w:val="28"/>
          <w:szCs w:val="28"/>
          <w:lang w:val="uk-UA"/>
        </w:rPr>
        <w:t>Зака</w:t>
      </w:r>
      <w:r>
        <w:rPr>
          <w:noProof/>
          <w:sz w:val="28"/>
          <w:szCs w:val="28"/>
          <w:lang w:val="uk-UA"/>
        </w:rPr>
        <w:t>рпатської області від ______ року серія ____ № _____),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а відомості про батька дитини, записані</w:t>
      </w:r>
      <w:r w:rsidRPr="000660EE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відповідно до частини першої стат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ті 135 Сімейного кодексу України (витяг з Державного реєстру актів цивільного стану громадян щодо актового запису про народження виданого Мукачівським районним відділом державної реєстрації актів цивільного стану Головного територіального управління юстиції у Закарпатській області від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_____ року №________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).</w:t>
      </w:r>
    </w:p>
    <w:p w:rsidR="005951DD" w:rsidRDefault="005951DD" w:rsidP="00F55AFE">
      <w:pPr>
        <w:tabs>
          <w:tab w:val="left" w:pos="0"/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5951DD" w:rsidRPr="001065D5" w:rsidRDefault="005951DD" w:rsidP="00F55AFE">
      <w:pPr>
        <w:tabs>
          <w:tab w:val="left" w:pos="0"/>
          <w:tab w:val="left" w:pos="567"/>
          <w:tab w:val="left" w:pos="708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>
        <w:rPr>
          <w:sz w:val="28"/>
        </w:rPr>
        <w:t>.</w:t>
      </w:r>
      <w:r w:rsidRPr="00EC1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5951DD" w:rsidRDefault="005951DD" w:rsidP="00F55AFE">
      <w:pPr>
        <w:jc w:val="both"/>
        <w:rPr>
          <w:sz w:val="28"/>
          <w:szCs w:val="28"/>
          <w:lang w:val="uk-UA"/>
        </w:rPr>
      </w:pPr>
    </w:p>
    <w:p w:rsidR="005951DD" w:rsidRDefault="005951DD" w:rsidP="00F55AFE">
      <w:pPr>
        <w:ind w:right="-1"/>
        <w:jc w:val="both"/>
        <w:rPr>
          <w:sz w:val="28"/>
          <w:szCs w:val="28"/>
          <w:lang w:val="uk-UA"/>
        </w:rPr>
      </w:pPr>
    </w:p>
    <w:p w:rsidR="005951DD" w:rsidRPr="00587CAE" w:rsidRDefault="005951DD" w:rsidP="00F55AFE">
      <w:pPr>
        <w:ind w:right="-1" w:firstLine="708"/>
        <w:jc w:val="both"/>
        <w:rPr>
          <w:sz w:val="28"/>
          <w:szCs w:val="28"/>
          <w:lang w:val="uk-UA"/>
        </w:rPr>
      </w:pPr>
    </w:p>
    <w:p w:rsidR="005951DD" w:rsidRDefault="005951DD" w:rsidP="00F55AFE">
      <w:pPr>
        <w:autoSpaceDN w:val="0"/>
        <w:ind w:righ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державної 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Олександр РАДИШ</w:t>
      </w:r>
    </w:p>
    <w:p w:rsidR="005951DD" w:rsidRDefault="005951DD" w:rsidP="00F55AFE">
      <w:pPr>
        <w:ind w:right="-1"/>
        <w:jc w:val="both"/>
        <w:rPr>
          <w:b/>
          <w:sz w:val="28"/>
          <w:szCs w:val="28"/>
          <w:lang w:val="uk-UA"/>
        </w:rPr>
      </w:pPr>
    </w:p>
    <w:p w:rsidR="005951DD" w:rsidRDefault="005951DD" w:rsidP="00F55AFE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5951DD" w:rsidRDefault="005951DD" w:rsidP="00F55AFE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5951DD" w:rsidRDefault="005951DD">
      <w:bookmarkStart w:id="0" w:name="_GoBack"/>
      <w:bookmarkEnd w:id="0"/>
    </w:p>
    <w:sectPr w:rsidR="005951DD" w:rsidSect="00F55A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2804"/>
    <w:rsid w:val="0001652E"/>
    <w:rsid w:val="000660EE"/>
    <w:rsid w:val="000A5CB1"/>
    <w:rsid w:val="000D5EF1"/>
    <w:rsid w:val="001065D5"/>
    <w:rsid w:val="00126DD8"/>
    <w:rsid w:val="00181A62"/>
    <w:rsid w:val="00334D53"/>
    <w:rsid w:val="004B2AE2"/>
    <w:rsid w:val="00587CAE"/>
    <w:rsid w:val="005951DD"/>
    <w:rsid w:val="005D60B2"/>
    <w:rsid w:val="006549BC"/>
    <w:rsid w:val="006D2804"/>
    <w:rsid w:val="00941EDD"/>
    <w:rsid w:val="00B217D1"/>
    <w:rsid w:val="00B37F1C"/>
    <w:rsid w:val="00B9680E"/>
    <w:rsid w:val="00BE7488"/>
    <w:rsid w:val="00C0462D"/>
    <w:rsid w:val="00C56CD3"/>
    <w:rsid w:val="00C65AE1"/>
    <w:rsid w:val="00CB6FA7"/>
    <w:rsid w:val="00E53981"/>
    <w:rsid w:val="00EC1E4C"/>
    <w:rsid w:val="00F55AFE"/>
    <w:rsid w:val="00FE3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AF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55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5AF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268</Words>
  <Characters>1533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FuckYouBill</cp:lastModifiedBy>
  <cp:revision>4</cp:revision>
  <dcterms:created xsi:type="dcterms:W3CDTF">2020-02-03T08:14:00Z</dcterms:created>
  <dcterms:modified xsi:type="dcterms:W3CDTF">2020-05-18T12:28:00Z</dcterms:modified>
</cp:coreProperties>
</file>