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5" w:rsidRPr="006F4D29" w:rsidRDefault="00294EA5" w:rsidP="006F4D29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296DC1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294EA5" w:rsidRPr="006F4D29" w:rsidRDefault="00294EA5" w:rsidP="006F4D29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294EA5" w:rsidRPr="006F4D29" w:rsidRDefault="00294EA5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294EA5" w:rsidRPr="006F4D29" w:rsidRDefault="00294EA5" w:rsidP="006F4D29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294EA5" w:rsidRPr="006F4D29" w:rsidRDefault="00294EA5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294EA5" w:rsidRPr="006F4D29" w:rsidRDefault="00294EA5" w:rsidP="006F4D29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294EA5" w:rsidRPr="006F4D29" w:rsidRDefault="00294EA5" w:rsidP="006F4D29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294EA5" w:rsidRPr="006F4D29" w:rsidRDefault="00294EA5" w:rsidP="006F4D29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22.01.2020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23</w:t>
      </w:r>
    </w:p>
    <w:p w:rsidR="00294EA5" w:rsidRPr="006F4D29" w:rsidRDefault="00294EA5" w:rsidP="006F4D2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294EA5" w:rsidRDefault="00294EA5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294EA5" w:rsidRDefault="00294EA5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янину на дарування1/2 частки будинку, </w:t>
      </w:r>
    </w:p>
    <w:p w:rsidR="00294EA5" w:rsidRDefault="00294EA5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право користування яким мають діти</w:t>
      </w:r>
    </w:p>
    <w:p w:rsidR="00294EA5" w:rsidRPr="00BE4D93" w:rsidRDefault="00294EA5" w:rsidP="005D27C3">
      <w:pPr>
        <w:tabs>
          <w:tab w:val="left" w:pos="64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294EA5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ини, розглянувши заяву громадянина _____, мешканця м. Мукачево, _______, в інтересах якого діє _____,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дарування 1/2 частки будинку, який знаходиться за адресою: с. ______, Мукачівського району, що належить йому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сестри _____, мешканки с. ______,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>ській райдержадміністрації від  _____ року № ___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294EA5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94EA5" w:rsidRPr="007E685C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громадянину _____, мешканцю м. Мукачево, ______, на дарування 1/2 частки будинку, який знаходиться за адресою:</w:t>
      </w:r>
      <w:r w:rsidRPr="007B7E1E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с. _____, Мукачівського району,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витягу про державну реєстрацію прав від _____ № ______, своїй сестрі,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______, мешканці с. ______, </w:t>
      </w:r>
      <w:r w:rsidRPr="00AD7841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яким мають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діти </w:t>
      </w:r>
      <w:r>
        <w:rPr>
          <w:rFonts w:ascii="Times New Roman" w:hAnsi="Times New Roman"/>
          <w:sz w:val="28"/>
          <w:szCs w:val="28"/>
          <w:lang w:val="uk-UA" w:eastAsia="ru-RU"/>
        </w:rPr>
        <w:t>_______, ______ р.н. та _______, ________ р.н.</w:t>
      </w:r>
    </w:p>
    <w:p w:rsidR="00294EA5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294EA5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294EA5" w:rsidRDefault="00294EA5" w:rsidP="005D27C3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94EA5" w:rsidRDefault="00294EA5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Голова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          Олександр РАДИШ</w:t>
      </w:r>
    </w:p>
    <w:p w:rsidR="00294EA5" w:rsidRPr="00FF038E" w:rsidRDefault="00294EA5" w:rsidP="005D27C3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294EA5" w:rsidRPr="00FF038E" w:rsidSect="007B0A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2115"/>
    <w:rsid w:val="00015B87"/>
    <w:rsid w:val="0003299E"/>
    <w:rsid w:val="000367FB"/>
    <w:rsid w:val="00037D72"/>
    <w:rsid w:val="000562DA"/>
    <w:rsid w:val="00070557"/>
    <w:rsid w:val="0008690A"/>
    <w:rsid w:val="00091A29"/>
    <w:rsid w:val="000A253F"/>
    <w:rsid w:val="000A25BC"/>
    <w:rsid w:val="000A6747"/>
    <w:rsid w:val="000B2FB3"/>
    <w:rsid w:val="000D5B01"/>
    <w:rsid w:val="000E3F6D"/>
    <w:rsid w:val="00100878"/>
    <w:rsid w:val="00107567"/>
    <w:rsid w:val="00111490"/>
    <w:rsid w:val="0011328F"/>
    <w:rsid w:val="00114E84"/>
    <w:rsid w:val="00121382"/>
    <w:rsid w:val="0013072F"/>
    <w:rsid w:val="0014162C"/>
    <w:rsid w:val="0016221F"/>
    <w:rsid w:val="00192EF7"/>
    <w:rsid w:val="001A43A9"/>
    <w:rsid w:val="001A48CF"/>
    <w:rsid w:val="001A5002"/>
    <w:rsid w:val="001A64A8"/>
    <w:rsid w:val="001C6401"/>
    <w:rsid w:val="001D75EA"/>
    <w:rsid w:val="001E24AF"/>
    <w:rsid w:val="00211CAF"/>
    <w:rsid w:val="0021288A"/>
    <w:rsid w:val="002132AD"/>
    <w:rsid w:val="00216F30"/>
    <w:rsid w:val="00231B83"/>
    <w:rsid w:val="00252242"/>
    <w:rsid w:val="002642D6"/>
    <w:rsid w:val="00282F07"/>
    <w:rsid w:val="0028595C"/>
    <w:rsid w:val="00293B7C"/>
    <w:rsid w:val="00294EA5"/>
    <w:rsid w:val="002953F4"/>
    <w:rsid w:val="00296DC1"/>
    <w:rsid w:val="002B1B4D"/>
    <w:rsid w:val="002B31BF"/>
    <w:rsid w:val="002B32E6"/>
    <w:rsid w:val="002C108C"/>
    <w:rsid w:val="002E3BBE"/>
    <w:rsid w:val="002F3C8F"/>
    <w:rsid w:val="002F6CCF"/>
    <w:rsid w:val="00315616"/>
    <w:rsid w:val="00320E86"/>
    <w:rsid w:val="00330F73"/>
    <w:rsid w:val="00332732"/>
    <w:rsid w:val="00355353"/>
    <w:rsid w:val="003775A5"/>
    <w:rsid w:val="0038078A"/>
    <w:rsid w:val="003811F9"/>
    <w:rsid w:val="00387C0F"/>
    <w:rsid w:val="00392ECB"/>
    <w:rsid w:val="003B69E4"/>
    <w:rsid w:val="003C0F8B"/>
    <w:rsid w:val="003C2A81"/>
    <w:rsid w:val="003D2047"/>
    <w:rsid w:val="003D4D6A"/>
    <w:rsid w:val="003E00A0"/>
    <w:rsid w:val="003F4765"/>
    <w:rsid w:val="00401F5B"/>
    <w:rsid w:val="00420996"/>
    <w:rsid w:val="00425D0B"/>
    <w:rsid w:val="004309AE"/>
    <w:rsid w:val="00434983"/>
    <w:rsid w:val="004452DE"/>
    <w:rsid w:val="00460A33"/>
    <w:rsid w:val="00474E1D"/>
    <w:rsid w:val="004761BB"/>
    <w:rsid w:val="0047648D"/>
    <w:rsid w:val="004962F5"/>
    <w:rsid w:val="004B0978"/>
    <w:rsid w:val="004B0FC9"/>
    <w:rsid w:val="004D0EDE"/>
    <w:rsid w:val="004D30AA"/>
    <w:rsid w:val="004E61C5"/>
    <w:rsid w:val="004F41EA"/>
    <w:rsid w:val="004F4434"/>
    <w:rsid w:val="004F7F90"/>
    <w:rsid w:val="0051577C"/>
    <w:rsid w:val="005332C7"/>
    <w:rsid w:val="00556B45"/>
    <w:rsid w:val="0056017F"/>
    <w:rsid w:val="00586EAA"/>
    <w:rsid w:val="00595851"/>
    <w:rsid w:val="00595D4D"/>
    <w:rsid w:val="005A1DE0"/>
    <w:rsid w:val="005D27C3"/>
    <w:rsid w:val="005E3BF7"/>
    <w:rsid w:val="005F49C4"/>
    <w:rsid w:val="0065643A"/>
    <w:rsid w:val="00674B7F"/>
    <w:rsid w:val="00682460"/>
    <w:rsid w:val="0068497E"/>
    <w:rsid w:val="0068635D"/>
    <w:rsid w:val="0069706D"/>
    <w:rsid w:val="006A6F03"/>
    <w:rsid w:val="006C39EA"/>
    <w:rsid w:val="006E18F5"/>
    <w:rsid w:val="006F17E2"/>
    <w:rsid w:val="006F4D29"/>
    <w:rsid w:val="00707CD3"/>
    <w:rsid w:val="0072207D"/>
    <w:rsid w:val="0072535C"/>
    <w:rsid w:val="00751B95"/>
    <w:rsid w:val="00753E31"/>
    <w:rsid w:val="00771CEA"/>
    <w:rsid w:val="00791F41"/>
    <w:rsid w:val="0079580B"/>
    <w:rsid w:val="00797EFA"/>
    <w:rsid w:val="007B0AD4"/>
    <w:rsid w:val="007B7E1E"/>
    <w:rsid w:val="007C52B9"/>
    <w:rsid w:val="007C70C3"/>
    <w:rsid w:val="007E685C"/>
    <w:rsid w:val="007F1517"/>
    <w:rsid w:val="008355AE"/>
    <w:rsid w:val="0083766E"/>
    <w:rsid w:val="00844FBC"/>
    <w:rsid w:val="008501F0"/>
    <w:rsid w:val="008503A5"/>
    <w:rsid w:val="0085043F"/>
    <w:rsid w:val="00871942"/>
    <w:rsid w:val="00874586"/>
    <w:rsid w:val="00877143"/>
    <w:rsid w:val="008847A8"/>
    <w:rsid w:val="00890A9F"/>
    <w:rsid w:val="008C1EF0"/>
    <w:rsid w:val="008C6515"/>
    <w:rsid w:val="008F3DC1"/>
    <w:rsid w:val="009004B0"/>
    <w:rsid w:val="0090137F"/>
    <w:rsid w:val="00905357"/>
    <w:rsid w:val="00922900"/>
    <w:rsid w:val="0092310B"/>
    <w:rsid w:val="009522C5"/>
    <w:rsid w:val="00954B79"/>
    <w:rsid w:val="0095656F"/>
    <w:rsid w:val="00962608"/>
    <w:rsid w:val="009668B2"/>
    <w:rsid w:val="00974A6F"/>
    <w:rsid w:val="00975955"/>
    <w:rsid w:val="009807F0"/>
    <w:rsid w:val="009A1CBC"/>
    <w:rsid w:val="009A634A"/>
    <w:rsid w:val="009C2A13"/>
    <w:rsid w:val="009D4F65"/>
    <w:rsid w:val="00A10E8D"/>
    <w:rsid w:val="00A16AAB"/>
    <w:rsid w:val="00A52BDE"/>
    <w:rsid w:val="00A6087E"/>
    <w:rsid w:val="00A70C60"/>
    <w:rsid w:val="00AB1ADC"/>
    <w:rsid w:val="00AB2902"/>
    <w:rsid w:val="00AB3964"/>
    <w:rsid w:val="00AC1952"/>
    <w:rsid w:val="00AC2251"/>
    <w:rsid w:val="00AC78E4"/>
    <w:rsid w:val="00AD381D"/>
    <w:rsid w:val="00AD7841"/>
    <w:rsid w:val="00AF3A4F"/>
    <w:rsid w:val="00B11FB5"/>
    <w:rsid w:val="00B31F3D"/>
    <w:rsid w:val="00B51D7D"/>
    <w:rsid w:val="00B62582"/>
    <w:rsid w:val="00B67F8A"/>
    <w:rsid w:val="00B72EED"/>
    <w:rsid w:val="00B769FF"/>
    <w:rsid w:val="00B823A9"/>
    <w:rsid w:val="00BA2711"/>
    <w:rsid w:val="00BB6C41"/>
    <w:rsid w:val="00BE4D93"/>
    <w:rsid w:val="00C10AAB"/>
    <w:rsid w:val="00C166A2"/>
    <w:rsid w:val="00C5011A"/>
    <w:rsid w:val="00C542FB"/>
    <w:rsid w:val="00C556C9"/>
    <w:rsid w:val="00C6213F"/>
    <w:rsid w:val="00C74CAB"/>
    <w:rsid w:val="00C769AA"/>
    <w:rsid w:val="00C95C2E"/>
    <w:rsid w:val="00C97A1C"/>
    <w:rsid w:val="00CA5C1F"/>
    <w:rsid w:val="00CB0DA6"/>
    <w:rsid w:val="00CB3031"/>
    <w:rsid w:val="00CD32CE"/>
    <w:rsid w:val="00CD5EA3"/>
    <w:rsid w:val="00D0494A"/>
    <w:rsid w:val="00D04A98"/>
    <w:rsid w:val="00D1717B"/>
    <w:rsid w:val="00D177DD"/>
    <w:rsid w:val="00D23260"/>
    <w:rsid w:val="00D324DD"/>
    <w:rsid w:val="00D365C5"/>
    <w:rsid w:val="00D477B5"/>
    <w:rsid w:val="00D54CC2"/>
    <w:rsid w:val="00D66A9C"/>
    <w:rsid w:val="00D67189"/>
    <w:rsid w:val="00D83A32"/>
    <w:rsid w:val="00DA289A"/>
    <w:rsid w:val="00DA5648"/>
    <w:rsid w:val="00DA606B"/>
    <w:rsid w:val="00DD015F"/>
    <w:rsid w:val="00DD0305"/>
    <w:rsid w:val="00DF4715"/>
    <w:rsid w:val="00E20A57"/>
    <w:rsid w:val="00E636BD"/>
    <w:rsid w:val="00E63EED"/>
    <w:rsid w:val="00E655CB"/>
    <w:rsid w:val="00E6605A"/>
    <w:rsid w:val="00E76BB2"/>
    <w:rsid w:val="00E8478A"/>
    <w:rsid w:val="00EA3454"/>
    <w:rsid w:val="00EB5F73"/>
    <w:rsid w:val="00EB60E3"/>
    <w:rsid w:val="00EB7376"/>
    <w:rsid w:val="00ED5063"/>
    <w:rsid w:val="00EE4EE9"/>
    <w:rsid w:val="00F101BA"/>
    <w:rsid w:val="00F10D3C"/>
    <w:rsid w:val="00F14612"/>
    <w:rsid w:val="00F2203F"/>
    <w:rsid w:val="00F275CA"/>
    <w:rsid w:val="00F45522"/>
    <w:rsid w:val="00F45B10"/>
    <w:rsid w:val="00F612A4"/>
    <w:rsid w:val="00F84E4E"/>
    <w:rsid w:val="00F90941"/>
    <w:rsid w:val="00F93D71"/>
    <w:rsid w:val="00F96320"/>
    <w:rsid w:val="00F97B51"/>
    <w:rsid w:val="00FA23A9"/>
    <w:rsid w:val="00FB5F84"/>
    <w:rsid w:val="00FF038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4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1311</TotalTime>
  <Pages>1</Pages>
  <Words>263</Words>
  <Characters>1503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FuckYouBill</cp:lastModifiedBy>
  <cp:revision>149</cp:revision>
  <cp:lastPrinted>2020-01-22T12:08:00Z</cp:lastPrinted>
  <dcterms:created xsi:type="dcterms:W3CDTF">2014-09-01T13:27:00Z</dcterms:created>
  <dcterms:modified xsi:type="dcterms:W3CDTF">2020-05-18T12:24:00Z</dcterms:modified>
</cp:coreProperties>
</file>