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1B" w:rsidRDefault="00754E1B" w:rsidP="00EA0BAA">
      <w:pPr>
        <w:jc w:val="center"/>
        <w:textAlignment w:val="baseline"/>
        <w:rPr>
          <w:noProof/>
          <w:szCs w:val="28"/>
          <w:lang w:val="uk-UA"/>
        </w:rPr>
      </w:pPr>
    </w:p>
    <w:p w:rsidR="00754E1B" w:rsidRDefault="00754E1B" w:rsidP="00EA0BAA">
      <w:pPr>
        <w:jc w:val="center"/>
        <w:textAlignment w:val="baseline"/>
        <w:rPr>
          <w:noProof/>
          <w:szCs w:val="28"/>
          <w:lang w:val="uk-UA"/>
        </w:rPr>
      </w:pPr>
    </w:p>
    <w:p w:rsidR="00754E1B" w:rsidRDefault="00754E1B" w:rsidP="00EA0BAA">
      <w:pPr>
        <w:jc w:val="center"/>
        <w:textAlignment w:val="baseline"/>
        <w:rPr>
          <w:noProof/>
          <w:szCs w:val="28"/>
          <w:lang w:val="uk-UA"/>
        </w:rPr>
      </w:pPr>
      <w:r w:rsidRPr="00E4578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5.25pt;height:48pt;visibility:visible">
            <v:imagedata r:id="rId5" o:title=""/>
          </v:shape>
        </w:pict>
      </w:r>
    </w:p>
    <w:p w:rsidR="00754E1B" w:rsidRPr="00C65AE1" w:rsidRDefault="00754E1B" w:rsidP="00EA0BAA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754E1B" w:rsidRDefault="00754E1B" w:rsidP="00EA0BAA">
      <w:pPr>
        <w:tabs>
          <w:tab w:val="left" w:pos="1620"/>
          <w:tab w:val="left" w:pos="1980"/>
        </w:tabs>
        <w:spacing w:before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</w:t>
      </w:r>
      <w:r w:rsidRPr="00C65AE1">
        <w:rPr>
          <w:b/>
          <w:caps/>
          <w:sz w:val="28"/>
          <w:szCs w:val="28"/>
          <w:lang w:val="uk-UA"/>
        </w:rPr>
        <w:t xml:space="preserve"> державна адміністрація</w:t>
      </w:r>
    </w:p>
    <w:p w:rsidR="00754E1B" w:rsidRPr="00C65AE1" w:rsidRDefault="00754E1B" w:rsidP="00EA0BAA">
      <w:pPr>
        <w:tabs>
          <w:tab w:val="left" w:pos="1620"/>
          <w:tab w:val="left" w:pos="1980"/>
        </w:tabs>
        <w:spacing w:before="120"/>
        <w:ind w:left="-142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754E1B" w:rsidRPr="00BE7488" w:rsidRDefault="00754E1B" w:rsidP="00EA0BAA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BE7488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754E1B" w:rsidRPr="00C65AE1" w:rsidRDefault="00754E1B" w:rsidP="00EA0BAA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54E1B" w:rsidRPr="00C65AE1" w:rsidRDefault="00754E1B" w:rsidP="00EA0BAA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 w:rsidRPr="00D427DB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04.09.2020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r w:rsidRPr="00C65AE1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 w:rsidRPr="00D427DB">
        <w:rPr>
          <w:rFonts w:ascii="Times New Roman CYR" w:hAnsi="Times New Roman CYR" w:cs="Times New Roman CYR"/>
          <w:b/>
          <w:sz w:val="28"/>
          <w:szCs w:val="28"/>
          <w:u w:val="single"/>
          <w:lang w:val="uk-UA"/>
        </w:rPr>
        <w:t>282</w:t>
      </w:r>
    </w:p>
    <w:p w:rsidR="00754E1B" w:rsidRPr="00C65AE1" w:rsidRDefault="00754E1B" w:rsidP="00EA0BAA">
      <w:pPr>
        <w:jc w:val="center"/>
        <w:rPr>
          <w:sz w:val="26"/>
          <w:szCs w:val="26"/>
          <w:lang w:val="uk-UA"/>
        </w:rPr>
      </w:pPr>
    </w:p>
    <w:p w:rsidR="00754E1B" w:rsidRPr="00C65AE1" w:rsidRDefault="00754E1B" w:rsidP="00EA0BAA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54E1B" w:rsidRDefault="00754E1B" w:rsidP="00EA0BAA">
      <w:pPr>
        <w:spacing w:line="276" w:lineRule="auto"/>
        <w:ind w:right="-284"/>
        <w:jc w:val="center"/>
        <w:rPr>
          <w:b/>
          <w:i/>
          <w:sz w:val="28"/>
          <w:lang w:val="uk-UA"/>
        </w:rPr>
      </w:pPr>
      <w:r w:rsidRPr="00B217D1">
        <w:rPr>
          <w:b/>
          <w:i/>
          <w:sz w:val="28"/>
        </w:rPr>
        <w:t>Про надання  статусу</w:t>
      </w:r>
      <w:r>
        <w:rPr>
          <w:b/>
          <w:i/>
          <w:sz w:val="28"/>
          <w:lang w:val="uk-UA"/>
        </w:rPr>
        <w:t>дітей, позбавлених батьківського піклування</w:t>
      </w:r>
    </w:p>
    <w:p w:rsidR="00754E1B" w:rsidRDefault="00754E1B" w:rsidP="00EA0BAA">
      <w:pPr>
        <w:spacing w:line="276" w:lineRule="auto"/>
        <w:ind w:right="-284"/>
        <w:jc w:val="center"/>
        <w:rPr>
          <w:sz w:val="28"/>
          <w:lang w:val="uk-UA"/>
        </w:rPr>
      </w:pPr>
    </w:p>
    <w:p w:rsidR="00754E1B" w:rsidRDefault="00754E1B" w:rsidP="00EA0BAA">
      <w:pPr>
        <w:spacing w:after="120"/>
        <w:ind w:right="-1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статей 6, 22, 39 Закону України </w:t>
      </w:r>
      <w:r>
        <w:rPr>
          <w:sz w:val="28"/>
          <w:szCs w:val="28"/>
          <w:lang w:val="uk-UA"/>
        </w:rPr>
        <w:t>,,</w:t>
      </w:r>
      <w:r w:rsidRPr="0001652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місцеві державні адміністрації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 xml:space="preserve">,  статті 4 Закону України 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sz w:val="28"/>
          <w:lang w:val="uk-UA"/>
        </w:rPr>
        <w:t>”</w:t>
      </w:r>
      <w:r>
        <w:rPr>
          <w:sz w:val="28"/>
          <w:lang w:val="uk-UA"/>
        </w:rPr>
        <w:t xml:space="preserve">, пунктів 21, 22, підпункту 2 пункту 24 </w:t>
      </w:r>
      <w:r w:rsidRPr="00BF2401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,,Питання діяльності органів опіки та піклування, пов’язаної із захистом прав дитиниˮ</w:t>
      </w:r>
      <w:r>
        <w:rPr>
          <w:sz w:val="28"/>
          <w:lang w:val="uk-UA"/>
        </w:rPr>
        <w:t>, розглянувши подання служби у  справах  дітей  районної  державної  адміністрації  від  26 серпня 2020 року № - та подані документи, з метою соціально-правового захисту дітей, які залишилися без батьківського піклування:</w:t>
      </w:r>
    </w:p>
    <w:p w:rsidR="00754E1B" w:rsidRDefault="00754E1B" w:rsidP="00EA0BAA">
      <w:pPr>
        <w:tabs>
          <w:tab w:val="left" w:pos="0"/>
          <w:tab w:val="left" w:pos="567"/>
          <w:tab w:val="left" w:pos="993"/>
        </w:tabs>
        <w:jc w:val="both"/>
        <w:rPr>
          <w:noProof/>
          <w:sz w:val="28"/>
          <w:lang w:val="uk-UA"/>
        </w:rPr>
      </w:pPr>
      <w:r>
        <w:rPr>
          <w:sz w:val="28"/>
          <w:lang w:val="uk-UA"/>
        </w:rPr>
        <w:t xml:space="preserve">         1.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Надати малолітнім -, -року народження, -, - року народження та -, - року народження, </w:t>
      </w:r>
      <w:r>
        <w:rPr>
          <w:noProof/>
          <w:sz w:val="28"/>
          <w:lang w:val="uk-UA"/>
        </w:rPr>
        <w:t xml:space="preserve">статус дітей, позбавлених батьківського піклування, у звязку з  тим, що діти відібранні від батьків – - та  -, </w:t>
      </w:r>
      <w:bookmarkStart w:id="0" w:name="_GoBack"/>
      <w:bookmarkEnd w:id="0"/>
      <w:r>
        <w:rPr>
          <w:noProof/>
          <w:sz w:val="28"/>
          <w:lang w:val="uk-UA"/>
        </w:rPr>
        <w:t>без позбавленя батьківських прав (заочне рішення Мукачівського міськрайонного суду Закарпатської області від 14.04.2020, справа №-</w:t>
      </w:r>
      <w:r>
        <w:rPr>
          <w:noProof/>
          <w:sz w:val="28"/>
          <w:szCs w:val="28"/>
          <w:lang w:val="uk-UA"/>
        </w:rPr>
        <w:t>).</w:t>
      </w:r>
    </w:p>
    <w:p w:rsidR="00754E1B" w:rsidRPr="001065D5" w:rsidRDefault="00754E1B" w:rsidP="00EA0BAA">
      <w:pPr>
        <w:tabs>
          <w:tab w:val="left" w:pos="0"/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</w:t>
      </w:r>
      <w:r>
        <w:rPr>
          <w:sz w:val="28"/>
        </w:rPr>
        <w:t>.</w:t>
      </w:r>
      <w:r>
        <w:rPr>
          <w:sz w:val="28"/>
          <w:szCs w:val="28"/>
        </w:rPr>
        <w:t>Контроль за виконанням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цього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розпорядження</w:t>
      </w:r>
      <w:r>
        <w:rPr>
          <w:sz w:val="28"/>
          <w:szCs w:val="28"/>
          <w:lang w:val="uk-UA"/>
        </w:rPr>
        <w:t xml:space="preserve"> залишаю за собою.</w:t>
      </w:r>
    </w:p>
    <w:p w:rsidR="00754E1B" w:rsidRDefault="00754E1B" w:rsidP="00EA0BAA">
      <w:pPr>
        <w:jc w:val="both"/>
        <w:rPr>
          <w:sz w:val="28"/>
          <w:szCs w:val="28"/>
          <w:lang w:val="uk-UA"/>
        </w:rPr>
      </w:pPr>
    </w:p>
    <w:p w:rsidR="00754E1B" w:rsidRDefault="00754E1B" w:rsidP="00EA0BAA">
      <w:pPr>
        <w:jc w:val="both"/>
        <w:rPr>
          <w:sz w:val="28"/>
          <w:szCs w:val="28"/>
          <w:lang w:val="uk-UA"/>
        </w:rPr>
      </w:pPr>
    </w:p>
    <w:p w:rsidR="00754E1B" w:rsidRDefault="00754E1B" w:rsidP="00EA0BAA">
      <w:pPr>
        <w:jc w:val="both"/>
        <w:rPr>
          <w:sz w:val="28"/>
          <w:szCs w:val="28"/>
          <w:lang w:val="uk-UA"/>
        </w:rPr>
      </w:pPr>
    </w:p>
    <w:p w:rsidR="00754E1B" w:rsidRPr="00587CAE" w:rsidRDefault="00754E1B" w:rsidP="00EA0BAA">
      <w:pPr>
        <w:ind w:right="-1" w:firstLine="708"/>
        <w:jc w:val="both"/>
        <w:rPr>
          <w:sz w:val="28"/>
          <w:szCs w:val="28"/>
          <w:lang w:val="uk-UA"/>
        </w:rPr>
      </w:pPr>
    </w:p>
    <w:p w:rsidR="00754E1B" w:rsidRPr="003B7952" w:rsidRDefault="00754E1B" w:rsidP="00EA0BAA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В. о. голови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Василь ЧИГРИНСЬКИЙ</w:t>
      </w:r>
    </w:p>
    <w:p w:rsidR="00754E1B" w:rsidRDefault="00754E1B" w:rsidP="00EA0BA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754E1B" w:rsidRDefault="00754E1B" w:rsidP="00EA0BA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754E1B" w:rsidRDefault="00754E1B" w:rsidP="00EA0BA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754E1B" w:rsidRDefault="00754E1B" w:rsidP="00EA0BA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754E1B" w:rsidRDefault="00754E1B" w:rsidP="00EA0BA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754E1B" w:rsidRDefault="00754E1B" w:rsidP="00EA0BA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p w:rsidR="00754E1B" w:rsidRDefault="00754E1B" w:rsidP="00EA0BAA">
      <w:pPr>
        <w:tabs>
          <w:tab w:val="left" w:pos="0"/>
          <w:tab w:val="left" w:pos="993"/>
        </w:tabs>
        <w:ind w:right="-1"/>
        <w:jc w:val="center"/>
        <w:rPr>
          <w:b/>
          <w:sz w:val="28"/>
          <w:szCs w:val="28"/>
          <w:lang w:val="uk-UA"/>
        </w:rPr>
      </w:pPr>
    </w:p>
    <w:sectPr w:rsidR="00754E1B" w:rsidSect="00EA0BAA">
      <w:pgSz w:w="11906" w:h="16838"/>
      <w:pgMar w:top="851" w:right="707" w:bottom="1135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872"/>
    <w:rsid w:val="0001652E"/>
    <w:rsid w:val="000B4B3F"/>
    <w:rsid w:val="001065D5"/>
    <w:rsid w:val="00181A62"/>
    <w:rsid w:val="003528CD"/>
    <w:rsid w:val="003B7952"/>
    <w:rsid w:val="004B2AE2"/>
    <w:rsid w:val="00587CAE"/>
    <w:rsid w:val="005D60B2"/>
    <w:rsid w:val="00612B0E"/>
    <w:rsid w:val="006549BC"/>
    <w:rsid w:val="00754E1B"/>
    <w:rsid w:val="009C6C9E"/>
    <w:rsid w:val="00AD0E71"/>
    <w:rsid w:val="00B217D1"/>
    <w:rsid w:val="00B9680E"/>
    <w:rsid w:val="00BE7488"/>
    <w:rsid w:val="00BF2401"/>
    <w:rsid w:val="00C31D8F"/>
    <w:rsid w:val="00C65AE1"/>
    <w:rsid w:val="00C67A69"/>
    <w:rsid w:val="00CB6FA7"/>
    <w:rsid w:val="00D427DB"/>
    <w:rsid w:val="00DD0B7E"/>
    <w:rsid w:val="00DF5168"/>
    <w:rsid w:val="00E00D66"/>
    <w:rsid w:val="00E45780"/>
    <w:rsid w:val="00E97872"/>
    <w:rsid w:val="00EA0BAA"/>
    <w:rsid w:val="00EC1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BAA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0BAA"/>
    <w:pPr>
      <w:keepNext/>
      <w:numPr>
        <w:ilvl w:val="2"/>
        <w:numId w:val="1"/>
      </w:numPr>
      <w:suppressAutoHyphens/>
      <w:jc w:val="center"/>
      <w:outlineLvl w:val="2"/>
    </w:pPr>
    <w:rPr>
      <w:rFonts w:ascii="Arial" w:eastAsia="Calibri" w:hAnsi="Arial"/>
      <w:caps/>
      <w:spacing w:val="20"/>
      <w:sz w:val="28"/>
      <w:szCs w:val="20"/>
      <w:lang w:val="uk-UA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A0BAA"/>
    <w:rPr>
      <w:rFonts w:ascii="Arial" w:eastAsia="Times New Roman" w:hAnsi="Arial" w:cs="Times New Roman"/>
      <w:caps/>
      <w:spacing w:val="20"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EA0BAA"/>
    <w:pPr>
      <w:suppressAutoHyphens/>
      <w:spacing w:before="280" w:after="280"/>
    </w:pPr>
    <w:rPr>
      <w:rFonts w:ascii="Arial Unicode MS" w:eastAsia="Arial Unicode MS" w:cs="Arial Unicode MS"/>
      <w:lang w:eastAsia="ar-SA"/>
    </w:rPr>
  </w:style>
  <w:style w:type="paragraph" w:styleId="ListParagraph">
    <w:name w:val="List Paragraph"/>
    <w:basedOn w:val="Normal"/>
    <w:uiPriority w:val="99"/>
    <w:qFormat/>
    <w:rsid w:val="00EA0BAA"/>
    <w:pPr>
      <w:widowControl w:val="0"/>
      <w:suppressAutoHyphens/>
      <w:autoSpaceDE w:val="0"/>
      <w:ind w:left="720"/>
      <w:contextualSpacing/>
    </w:pPr>
    <w:rPr>
      <w:rFonts w:ascii="Arial CYR" w:eastAsia="Calibri" w:hAnsi="Arial CYR" w:cs="Arial CYR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A0B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0BA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215</Words>
  <Characters>1226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6</cp:revision>
  <cp:lastPrinted>2020-09-01T12:28:00Z</cp:lastPrinted>
  <dcterms:created xsi:type="dcterms:W3CDTF">2020-09-01T11:37:00Z</dcterms:created>
  <dcterms:modified xsi:type="dcterms:W3CDTF">2021-02-08T14:07:00Z</dcterms:modified>
</cp:coreProperties>
</file>