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767" w:rsidRPr="001F54C7" w:rsidRDefault="00CA4767" w:rsidP="001F54C7">
      <w:pPr>
        <w:jc w:val="center"/>
        <w:textAlignment w:val="baseline"/>
        <w:rPr>
          <w:rFonts w:ascii="Times New Roman" w:hAnsi="Times New Roman" w:cs="Times New Roman"/>
          <w:noProof/>
          <w:szCs w:val="28"/>
        </w:rPr>
      </w:pPr>
      <w:r w:rsidRPr="00130DFB">
        <w:rPr>
          <w:rFonts w:ascii="Times New Roman" w:hAnsi="Times New Roman" w:cs="Times New Roman"/>
          <w:noProof/>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zakonst.rada.gov.ua/images/gerb.gif" style="width:36pt;height:48pt;visibility:visible">
            <v:imagedata r:id="rId7" o:title=""/>
          </v:shape>
        </w:pict>
      </w:r>
    </w:p>
    <w:p w:rsidR="00CA4767" w:rsidRPr="001F54C7" w:rsidRDefault="00CA4767" w:rsidP="001F54C7">
      <w:pPr>
        <w:jc w:val="center"/>
        <w:textAlignment w:val="baseline"/>
        <w:rPr>
          <w:rFonts w:ascii="Times New Roman" w:hAnsi="Times New Roman" w:cs="Times New Roman"/>
          <w:color w:val="000000"/>
          <w:sz w:val="28"/>
          <w:szCs w:val="28"/>
          <w:bdr w:val="none" w:sz="0" w:space="0" w:color="auto" w:frame="1"/>
        </w:rPr>
      </w:pPr>
    </w:p>
    <w:p w:rsidR="00CA4767" w:rsidRPr="001F54C7" w:rsidRDefault="00CA4767" w:rsidP="001F54C7">
      <w:pPr>
        <w:tabs>
          <w:tab w:val="left" w:pos="1620"/>
          <w:tab w:val="left" w:pos="1980"/>
        </w:tabs>
        <w:jc w:val="center"/>
        <w:rPr>
          <w:rFonts w:ascii="Times New Roman" w:hAnsi="Times New Roman" w:cs="Times New Roman"/>
          <w:b/>
          <w:caps/>
          <w:sz w:val="28"/>
          <w:szCs w:val="28"/>
        </w:rPr>
      </w:pPr>
      <w:r w:rsidRPr="001F54C7">
        <w:rPr>
          <w:rFonts w:ascii="Times New Roman" w:hAnsi="Times New Roman" w:cs="Times New Roman"/>
          <w:b/>
          <w:caps/>
          <w:sz w:val="28"/>
          <w:szCs w:val="28"/>
        </w:rPr>
        <w:t>МУКАЧІВСЬКА РАЙОННА державна адміністрація</w:t>
      </w:r>
    </w:p>
    <w:p w:rsidR="00CA4767" w:rsidRDefault="00CA4767" w:rsidP="001F54C7">
      <w:pPr>
        <w:tabs>
          <w:tab w:val="left" w:pos="1620"/>
          <w:tab w:val="left" w:pos="1980"/>
        </w:tabs>
        <w:jc w:val="center"/>
        <w:rPr>
          <w:rFonts w:ascii="Times New Roman" w:hAnsi="Times New Roman" w:cs="Times New Roman"/>
          <w:b/>
          <w:caps/>
          <w:sz w:val="28"/>
          <w:szCs w:val="28"/>
        </w:rPr>
      </w:pPr>
      <w:r w:rsidRPr="001F54C7">
        <w:rPr>
          <w:rFonts w:ascii="Times New Roman" w:hAnsi="Times New Roman" w:cs="Times New Roman"/>
          <w:b/>
          <w:caps/>
          <w:sz w:val="28"/>
          <w:szCs w:val="28"/>
        </w:rPr>
        <w:t>ЗАКАРПАТСЬКОЇ ОБЛАСТІ</w:t>
      </w:r>
    </w:p>
    <w:p w:rsidR="00CA4767" w:rsidRPr="001F54C7" w:rsidRDefault="00CA4767" w:rsidP="001F54C7">
      <w:pPr>
        <w:tabs>
          <w:tab w:val="left" w:pos="1620"/>
          <w:tab w:val="left" w:pos="1980"/>
        </w:tabs>
        <w:jc w:val="center"/>
        <w:rPr>
          <w:rFonts w:ascii="Times New Roman" w:hAnsi="Times New Roman" w:cs="Times New Roman"/>
          <w:b/>
          <w:bCs/>
          <w:caps/>
          <w:sz w:val="28"/>
          <w:szCs w:val="28"/>
        </w:rPr>
      </w:pPr>
    </w:p>
    <w:p w:rsidR="00CA4767" w:rsidRPr="001F54C7" w:rsidRDefault="00CA4767" w:rsidP="001F54C7">
      <w:pPr>
        <w:jc w:val="center"/>
        <w:rPr>
          <w:rFonts w:ascii="Times New Roman" w:hAnsi="Times New Roman" w:cs="Times New Roman"/>
          <w:b/>
          <w:bCs/>
          <w:sz w:val="44"/>
          <w:szCs w:val="44"/>
        </w:rPr>
      </w:pPr>
      <w:r w:rsidRPr="001F54C7">
        <w:rPr>
          <w:rFonts w:ascii="Times New Roman" w:hAnsi="Times New Roman" w:cs="Times New Roman"/>
          <w:b/>
          <w:bCs/>
          <w:sz w:val="44"/>
          <w:szCs w:val="44"/>
        </w:rPr>
        <w:t>Р О З П О Р Я Д Ж Е Н Н Я</w:t>
      </w:r>
    </w:p>
    <w:p w:rsidR="00CA4767" w:rsidRPr="001F54C7" w:rsidRDefault="00CA4767" w:rsidP="001F54C7">
      <w:pPr>
        <w:ind w:right="-761"/>
        <w:jc w:val="center"/>
        <w:rPr>
          <w:rFonts w:ascii="Times New Roman" w:hAnsi="Times New Roman" w:cs="Times New Roman"/>
          <w:b/>
          <w:bCs/>
          <w:sz w:val="28"/>
          <w:szCs w:val="28"/>
        </w:rPr>
      </w:pPr>
    </w:p>
    <w:p w:rsidR="00CA4767" w:rsidRPr="001F54C7" w:rsidRDefault="00CA4767" w:rsidP="001F54C7">
      <w:pPr>
        <w:tabs>
          <w:tab w:val="left" w:pos="4962"/>
        </w:tabs>
        <w:jc w:val="center"/>
        <w:rPr>
          <w:rFonts w:ascii="Times New Roman" w:hAnsi="Times New Roman" w:cs="Times New Roman"/>
          <w:b/>
          <w:sz w:val="26"/>
          <w:szCs w:val="26"/>
        </w:rPr>
      </w:pPr>
      <w:r>
        <w:rPr>
          <w:rFonts w:ascii="Times New Roman" w:hAnsi="Times New Roman" w:cs="Times New Roman"/>
          <w:b/>
          <w:sz w:val="28"/>
          <w:szCs w:val="28"/>
        </w:rPr>
        <w:t>11.11.2019</w:t>
      </w:r>
      <w:r w:rsidRPr="001F54C7">
        <w:rPr>
          <w:rFonts w:ascii="Times New Roman" w:hAnsi="Times New Roman" w:cs="Times New Roman"/>
          <w:b/>
          <w:sz w:val="28"/>
          <w:szCs w:val="28"/>
        </w:rPr>
        <w:t xml:space="preserve">                            Мукачево                           №_</w:t>
      </w:r>
      <w:r>
        <w:rPr>
          <w:rFonts w:ascii="Times New Roman" w:hAnsi="Times New Roman" w:cs="Times New Roman"/>
          <w:b/>
          <w:sz w:val="28"/>
          <w:szCs w:val="28"/>
        </w:rPr>
        <w:t>363</w:t>
      </w:r>
    </w:p>
    <w:p w:rsidR="00CA4767" w:rsidRPr="0043209F" w:rsidRDefault="00CA4767" w:rsidP="00A15172">
      <w:pPr>
        <w:rPr>
          <w:rFonts w:ascii="Times New Roman" w:hAnsi="Times New Roman" w:cs="Times New Roman"/>
          <w:sz w:val="26"/>
          <w:szCs w:val="26"/>
        </w:rPr>
      </w:pPr>
    </w:p>
    <w:p w:rsidR="00CA4767" w:rsidRDefault="00CA4767" w:rsidP="005B7279">
      <w:pPr>
        <w:pStyle w:val="4"/>
        <w:tabs>
          <w:tab w:val="left" w:pos="1860"/>
          <w:tab w:val="center" w:pos="4819"/>
        </w:tabs>
        <w:ind w:firstLine="0"/>
        <w:jc w:val="center"/>
        <w:outlineLvl w:val="3"/>
        <w:rPr>
          <w:rFonts w:ascii="Times New Roman" w:hAnsi="Times New Roman" w:cs="Times New Roman"/>
          <w:b/>
          <w:bCs/>
          <w:i/>
          <w:iCs/>
          <w:sz w:val="28"/>
          <w:szCs w:val="28"/>
        </w:rPr>
      </w:pPr>
    </w:p>
    <w:p w:rsidR="00CA4767" w:rsidRPr="007775E1" w:rsidRDefault="00CA4767" w:rsidP="007775E1"/>
    <w:tbl>
      <w:tblPr>
        <w:tblpPr w:leftFromText="180" w:rightFromText="180" w:vertAnchor="text" w:horzAnchor="margin" w:tblpX="148" w:tblpY="13"/>
        <w:tblW w:w="9324" w:type="dxa"/>
        <w:tblLook w:val="0000"/>
      </w:tblPr>
      <w:tblGrid>
        <w:gridCol w:w="9324"/>
      </w:tblGrid>
      <w:tr w:rsidR="00CA4767" w:rsidRPr="00283795" w:rsidTr="00430CF9">
        <w:trPr>
          <w:trHeight w:val="1211"/>
        </w:trPr>
        <w:tc>
          <w:tcPr>
            <w:tcW w:w="9324" w:type="dxa"/>
          </w:tcPr>
          <w:p w:rsidR="00CA4767" w:rsidRPr="00AD216E" w:rsidRDefault="00CA4767" w:rsidP="00AD216E">
            <w:pPr>
              <w:pStyle w:val="4"/>
              <w:tabs>
                <w:tab w:val="left" w:pos="1860"/>
                <w:tab w:val="center" w:pos="4819"/>
              </w:tabs>
              <w:ind w:firstLine="0"/>
              <w:jc w:val="center"/>
              <w:outlineLvl w:val="3"/>
              <w:rPr>
                <w:rFonts w:ascii="Times New Roman" w:hAnsi="Times New Roman" w:cs="Times New Roman"/>
                <w:b/>
                <w:bCs/>
                <w:i/>
                <w:iCs/>
                <w:sz w:val="28"/>
                <w:szCs w:val="28"/>
              </w:rPr>
            </w:pPr>
            <w:r w:rsidRPr="00AD216E">
              <w:rPr>
                <w:rFonts w:ascii="Times New Roman" w:hAnsi="Times New Roman" w:cs="Times New Roman"/>
                <w:b/>
                <w:bCs/>
                <w:i/>
                <w:iCs/>
                <w:sz w:val="28"/>
                <w:szCs w:val="28"/>
              </w:rPr>
              <w:t>Про перерозподіл субвенції місцевого бюджету на виплату  пільг та житлових субсидій населенню для придбання твердого та рідкого пічного побутового палива і скрапленого газу  за рахунок відповідної субвенції з державного бюджету</w:t>
            </w:r>
          </w:p>
          <w:p w:rsidR="00CA4767" w:rsidRPr="00F57146" w:rsidRDefault="00CA4767" w:rsidP="00F57146">
            <w:pPr>
              <w:pStyle w:val="4"/>
              <w:tabs>
                <w:tab w:val="left" w:pos="1860"/>
                <w:tab w:val="center" w:pos="4819"/>
              </w:tabs>
              <w:ind w:firstLine="0"/>
              <w:jc w:val="center"/>
              <w:outlineLvl w:val="3"/>
              <w:rPr>
                <w:rFonts w:ascii="Times New Roman" w:hAnsi="Times New Roman" w:cs="Times New Roman"/>
                <w:b/>
                <w:bCs/>
                <w:i/>
                <w:iCs/>
                <w:sz w:val="28"/>
                <w:szCs w:val="28"/>
              </w:rPr>
            </w:pPr>
          </w:p>
        </w:tc>
      </w:tr>
    </w:tbl>
    <w:p w:rsidR="00CA4767" w:rsidRDefault="00CA4767" w:rsidP="00AD216E">
      <w:pPr>
        <w:tabs>
          <w:tab w:val="left" w:pos="1140"/>
        </w:tabs>
        <w:jc w:val="both"/>
      </w:pPr>
      <w:r>
        <w:tab/>
      </w:r>
    </w:p>
    <w:p w:rsidR="00CA4767" w:rsidRPr="00012E05" w:rsidRDefault="00CA4767" w:rsidP="00F57146">
      <w:pPr>
        <w:jc w:val="both"/>
        <w:rPr>
          <w:szCs w:val="28"/>
        </w:rPr>
      </w:pPr>
    </w:p>
    <w:p w:rsidR="00CA4767" w:rsidRPr="00F80446" w:rsidRDefault="00CA4767" w:rsidP="00F80446">
      <w:pPr>
        <w:pStyle w:val="4"/>
        <w:ind w:firstLine="643"/>
        <w:outlineLvl w:val="3"/>
        <w:rPr>
          <w:rFonts w:ascii="Times New Roman" w:hAnsi="Times New Roman" w:cs="Times New Roman"/>
          <w:sz w:val="28"/>
          <w:szCs w:val="28"/>
        </w:rPr>
      </w:pPr>
      <w:r w:rsidRPr="00F57146">
        <w:rPr>
          <w:rFonts w:ascii="Times New Roman" w:hAnsi="Times New Roman" w:cs="Times New Roman"/>
          <w:sz w:val="28"/>
          <w:szCs w:val="28"/>
        </w:rPr>
        <w:t xml:space="preserve">      </w:t>
      </w:r>
      <w:r w:rsidRPr="00F80446">
        <w:rPr>
          <w:rFonts w:ascii="Times New Roman" w:hAnsi="Times New Roman" w:cs="Times New Roman"/>
          <w:sz w:val="28"/>
          <w:szCs w:val="28"/>
        </w:rPr>
        <w:t xml:space="preserve">Відповідно до статей 6, 18, 39 Закону України „Про місцеві державні адміністрації”, статті 23 Бюджетного кодексу України, враховуючи фактичні  нарахування пільг та житлових субсидій населенню для придбання твердого та рідкого пічного побутового палива і скрапленого газу: </w:t>
      </w:r>
    </w:p>
    <w:p w:rsidR="00CA4767" w:rsidRPr="0047706E" w:rsidRDefault="00CA4767" w:rsidP="00F80446">
      <w:pPr>
        <w:jc w:val="both"/>
        <w:rPr>
          <w:sz w:val="28"/>
          <w:szCs w:val="28"/>
        </w:rPr>
      </w:pPr>
    </w:p>
    <w:p w:rsidR="00CA4767" w:rsidRPr="00F80446" w:rsidRDefault="00CA4767" w:rsidP="00F80446">
      <w:pPr>
        <w:pStyle w:val="4"/>
        <w:ind w:firstLine="643"/>
        <w:outlineLvl w:val="3"/>
        <w:rPr>
          <w:rFonts w:ascii="Times New Roman" w:hAnsi="Times New Roman" w:cs="Times New Roman"/>
          <w:sz w:val="28"/>
          <w:szCs w:val="28"/>
        </w:rPr>
      </w:pPr>
      <w:r>
        <w:rPr>
          <w:sz w:val="28"/>
          <w:szCs w:val="28"/>
        </w:rPr>
        <w:t xml:space="preserve">     </w:t>
      </w:r>
      <w:r w:rsidRPr="00F80446">
        <w:rPr>
          <w:rFonts w:ascii="Times New Roman" w:hAnsi="Times New Roman" w:cs="Times New Roman"/>
          <w:sz w:val="28"/>
          <w:szCs w:val="28"/>
        </w:rPr>
        <w:t>1. Здійснити перерозподіл обсягів субвенції з місцевого бюджету на виплату пільг та житлових субсидій населенню для придбання твердого та рідкого пічного побутового палива і скрапленого газу за рахунок відповідної субвенції з державного бюджету, згідно з  додатком.</w:t>
      </w:r>
    </w:p>
    <w:p w:rsidR="00CA4767" w:rsidRPr="00F80446" w:rsidRDefault="00CA4767" w:rsidP="00F80446">
      <w:pPr>
        <w:pStyle w:val="4"/>
        <w:ind w:firstLine="643"/>
        <w:outlineLvl w:val="3"/>
        <w:rPr>
          <w:rFonts w:ascii="Times New Roman" w:hAnsi="Times New Roman" w:cs="Times New Roman"/>
          <w:sz w:val="28"/>
          <w:szCs w:val="28"/>
        </w:rPr>
      </w:pPr>
      <w:r w:rsidRPr="00F80446">
        <w:rPr>
          <w:rFonts w:ascii="Times New Roman" w:hAnsi="Times New Roman" w:cs="Times New Roman"/>
          <w:sz w:val="28"/>
          <w:szCs w:val="28"/>
        </w:rPr>
        <w:t xml:space="preserve">      2. Відповідно до пункту 11.1, 11.5 рішення сесії Мукачівської районної ради від 20.12.18 № 300 „Про районний бюджет на 2019 рік”, фінансовому управлінню райдержадміністрації підготувати відповідні матеріали на розгляд чергової сесії Мукачівської районної ради, за попереднім погодженням із постійною комісією районної ради з питань бюджету.</w:t>
      </w:r>
    </w:p>
    <w:p w:rsidR="00CA4767" w:rsidRPr="00F80446" w:rsidRDefault="00CA4767" w:rsidP="00F80446">
      <w:pPr>
        <w:pStyle w:val="4"/>
        <w:ind w:firstLine="643"/>
        <w:outlineLvl w:val="3"/>
        <w:rPr>
          <w:rFonts w:ascii="Times New Roman" w:hAnsi="Times New Roman" w:cs="Times New Roman"/>
          <w:sz w:val="28"/>
          <w:szCs w:val="28"/>
        </w:rPr>
      </w:pPr>
      <w:r>
        <w:rPr>
          <w:color w:val="000000"/>
          <w:sz w:val="28"/>
          <w:szCs w:val="28"/>
        </w:rPr>
        <w:t xml:space="preserve">     </w:t>
      </w:r>
      <w:r w:rsidRPr="00F80446">
        <w:rPr>
          <w:rFonts w:ascii="Times New Roman" w:hAnsi="Times New Roman" w:cs="Times New Roman"/>
          <w:sz w:val="28"/>
          <w:szCs w:val="28"/>
        </w:rPr>
        <w:t>3. Контроль за виконанням цього розпорядження залишаю за собою.</w:t>
      </w:r>
    </w:p>
    <w:p w:rsidR="00CA4767" w:rsidRPr="00F80446" w:rsidRDefault="00CA4767" w:rsidP="00F80446">
      <w:pPr>
        <w:pStyle w:val="4"/>
        <w:ind w:firstLine="643"/>
        <w:outlineLvl w:val="3"/>
        <w:rPr>
          <w:rFonts w:ascii="Times New Roman" w:hAnsi="Times New Roman" w:cs="Times New Roman"/>
          <w:sz w:val="28"/>
          <w:szCs w:val="28"/>
        </w:rPr>
      </w:pPr>
    </w:p>
    <w:p w:rsidR="00CA4767" w:rsidRDefault="00CA4767" w:rsidP="004B76C5">
      <w:pPr>
        <w:pStyle w:val="BodyTextIndent2"/>
        <w:ind w:firstLine="643"/>
      </w:pPr>
    </w:p>
    <w:p w:rsidR="00CA4767" w:rsidRDefault="00CA4767" w:rsidP="00F80446">
      <w:pPr>
        <w:pStyle w:val="4"/>
        <w:ind w:firstLine="643"/>
        <w:outlineLvl w:val="3"/>
      </w:pPr>
    </w:p>
    <w:p w:rsidR="00CA4767" w:rsidRDefault="00CA4767" w:rsidP="004B76C5">
      <w:pPr>
        <w:pStyle w:val="BodyTextIndent2"/>
        <w:ind w:firstLine="643"/>
      </w:pPr>
    </w:p>
    <w:p w:rsidR="00CA4767" w:rsidRDefault="00CA4767" w:rsidP="000E78F5">
      <w:pPr>
        <w:tabs>
          <w:tab w:val="left" w:pos="1095"/>
        </w:tabs>
        <w:jc w:val="both"/>
        <w:rPr>
          <w:rFonts w:ascii="Times New Roman" w:hAnsi="Times New Roman" w:cs="Times New Roman"/>
          <w:b/>
          <w:bCs/>
          <w:sz w:val="28"/>
          <w:szCs w:val="28"/>
        </w:rPr>
      </w:pPr>
      <w:r>
        <w:rPr>
          <w:rFonts w:ascii="Times New Roman" w:hAnsi="Times New Roman" w:cs="Times New Roman"/>
          <w:b/>
          <w:bCs/>
          <w:sz w:val="28"/>
          <w:szCs w:val="28"/>
        </w:rPr>
        <w:t>В. о. голови</w:t>
      </w:r>
      <w:r w:rsidRPr="000A21FE">
        <w:rPr>
          <w:rFonts w:ascii="Times New Roman" w:hAnsi="Times New Roman" w:cs="Times New Roman"/>
          <w:b/>
          <w:bCs/>
          <w:sz w:val="28"/>
          <w:szCs w:val="28"/>
        </w:rPr>
        <w:t xml:space="preserve"> державної</w:t>
      </w:r>
      <w:r>
        <w:rPr>
          <w:rFonts w:ascii="Times New Roman" w:hAnsi="Times New Roman" w:cs="Times New Roman"/>
          <w:b/>
          <w:bCs/>
          <w:sz w:val="28"/>
          <w:szCs w:val="28"/>
        </w:rPr>
        <w:t xml:space="preserve"> </w:t>
      </w:r>
      <w:r w:rsidRPr="000A21FE">
        <w:rPr>
          <w:rFonts w:ascii="Times New Roman" w:hAnsi="Times New Roman" w:cs="Times New Roman"/>
          <w:b/>
          <w:bCs/>
          <w:sz w:val="28"/>
          <w:szCs w:val="28"/>
        </w:rPr>
        <w:t>адміністрації</w:t>
      </w:r>
      <w:r w:rsidRPr="000A21FE">
        <w:rPr>
          <w:rFonts w:ascii="Times New Roman" w:hAnsi="Times New Roman" w:cs="Times New Roman"/>
          <w:b/>
          <w:bCs/>
          <w:sz w:val="28"/>
          <w:szCs w:val="28"/>
        </w:rPr>
        <w:tab/>
      </w:r>
      <w:r>
        <w:rPr>
          <w:rFonts w:ascii="Times New Roman" w:hAnsi="Times New Roman" w:cs="Times New Roman"/>
          <w:b/>
          <w:bCs/>
          <w:sz w:val="28"/>
          <w:szCs w:val="28"/>
        </w:rPr>
        <w:t xml:space="preserve">                             Андрій ДАНКАНИЧ</w:t>
      </w:r>
    </w:p>
    <w:p w:rsidR="00CA4767" w:rsidRPr="00DC78F5" w:rsidRDefault="00CA4767" w:rsidP="00DC78F5">
      <w:pPr>
        <w:rPr>
          <w:rFonts w:ascii="Times New Roman" w:hAnsi="Times New Roman" w:cs="Times New Roman"/>
          <w:sz w:val="28"/>
          <w:szCs w:val="28"/>
        </w:rPr>
      </w:pPr>
    </w:p>
    <w:p w:rsidR="00CA4767" w:rsidRPr="00DC78F5" w:rsidRDefault="00CA4767" w:rsidP="00DC78F5">
      <w:pPr>
        <w:rPr>
          <w:rFonts w:ascii="Times New Roman" w:hAnsi="Times New Roman" w:cs="Times New Roman"/>
          <w:sz w:val="28"/>
          <w:szCs w:val="28"/>
        </w:rPr>
      </w:pPr>
    </w:p>
    <w:p w:rsidR="00CA4767" w:rsidRPr="00DC78F5" w:rsidRDefault="00CA4767" w:rsidP="00DC78F5">
      <w:pPr>
        <w:rPr>
          <w:rFonts w:ascii="Times New Roman" w:hAnsi="Times New Roman" w:cs="Times New Roman"/>
          <w:sz w:val="28"/>
          <w:szCs w:val="28"/>
        </w:rPr>
      </w:pPr>
    </w:p>
    <w:p w:rsidR="00CA4767" w:rsidRPr="0082428B" w:rsidRDefault="00CA4767" w:rsidP="0082428B">
      <w:pPr>
        <w:tabs>
          <w:tab w:val="left" w:pos="8715"/>
        </w:tabs>
        <w:rPr>
          <w:rFonts w:ascii="Times New Roman" w:hAnsi="Times New Roman" w:cs="Times New Roman"/>
          <w:sz w:val="28"/>
          <w:szCs w:val="28"/>
          <w:lang w:val="en-US"/>
        </w:rPr>
      </w:pPr>
    </w:p>
    <w:p w:rsidR="00CA4767" w:rsidRPr="00DC78F5" w:rsidRDefault="00CA4767" w:rsidP="00DC78F5">
      <w:pPr>
        <w:tabs>
          <w:tab w:val="left" w:pos="7755"/>
        </w:tabs>
        <w:rPr>
          <w:rFonts w:ascii="Times New Roman" w:hAnsi="Times New Roman" w:cs="Times New Roman"/>
          <w:sz w:val="28"/>
          <w:szCs w:val="28"/>
        </w:rPr>
      </w:pPr>
    </w:p>
    <w:sectPr w:rsidR="00CA4767" w:rsidRPr="00DC78F5" w:rsidSect="004B76C5">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767" w:rsidRDefault="00CA4767" w:rsidP="000E78F5">
      <w:r>
        <w:separator/>
      </w:r>
    </w:p>
  </w:endnote>
  <w:endnote w:type="continuationSeparator" w:id="1">
    <w:p w:rsidR="00CA4767" w:rsidRDefault="00CA4767" w:rsidP="000E78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767" w:rsidRDefault="00CA4767" w:rsidP="000E78F5">
      <w:r>
        <w:separator/>
      </w:r>
    </w:p>
  </w:footnote>
  <w:footnote w:type="continuationSeparator" w:id="1">
    <w:p w:rsidR="00CA4767" w:rsidRDefault="00CA4767" w:rsidP="000E78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5B8C"/>
    <w:multiLevelType w:val="hybridMultilevel"/>
    <w:tmpl w:val="F6B299DE"/>
    <w:lvl w:ilvl="0" w:tplc="FB50B4F0">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1">
    <w:nsid w:val="4F7A3DED"/>
    <w:multiLevelType w:val="hybridMultilevel"/>
    <w:tmpl w:val="5E4A9AB2"/>
    <w:lvl w:ilvl="0" w:tplc="73A4C616">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2">
    <w:nsid w:val="5AB77A20"/>
    <w:multiLevelType w:val="hybridMultilevel"/>
    <w:tmpl w:val="1D58FAB8"/>
    <w:lvl w:ilvl="0" w:tplc="B27E2E9A">
      <w:start w:val="1"/>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677F2FF0"/>
    <w:multiLevelType w:val="hybridMultilevel"/>
    <w:tmpl w:val="FC88A576"/>
    <w:lvl w:ilvl="0" w:tplc="4590254A">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abstractNum w:abstractNumId="4">
    <w:nsid w:val="75D37B35"/>
    <w:multiLevelType w:val="hybridMultilevel"/>
    <w:tmpl w:val="5CBCF420"/>
    <w:lvl w:ilvl="0" w:tplc="CE60ED76">
      <w:start w:val="1"/>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num w:numId="1">
    <w:abstractNumId w:val="1"/>
  </w:num>
  <w:num w:numId="2">
    <w:abstractNumId w:val="0"/>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5172"/>
    <w:rsid w:val="0000366F"/>
    <w:rsid w:val="00012E05"/>
    <w:rsid w:val="0001680F"/>
    <w:rsid w:val="000420BD"/>
    <w:rsid w:val="00093027"/>
    <w:rsid w:val="000A21FE"/>
    <w:rsid w:val="000A362D"/>
    <w:rsid w:val="000B6BC3"/>
    <w:rsid w:val="000B78A7"/>
    <w:rsid w:val="000C12B6"/>
    <w:rsid w:val="000E78F5"/>
    <w:rsid w:val="000F46D1"/>
    <w:rsid w:val="00110542"/>
    <w:rsid w:val="00114CF6"/>
    <w:rsid w:val="001172C1"/>
    <w:rsid w:val="001174F7"/>
    <w:rsid w:val="00123089"/>
    <w:rsid w:val="001254A6"/>
    <w:rsid w:val="00130DFB"/>
    <w:rsid w:val="00176D08"/>
    <w:rsid w:val="00176F23"/>
    <w:rsid w:val="001A3465"/>
    <w:rsid w:val="001F54C7"/>
    <w:rsid w:val="0020108E"/>
    <w:rsid w:val="00201634"/>
    <w:rsid w:val="00206048"/>
    <w:rsid w:val="00231B71"/>
    <w:rsid w:val="00252350"/>
    <w:rsid w:val="00257DC5"/>
    <w:rsid w:val="00265F87"/>
    <w:rsid w:val="00271148"/>
    <w:rsid w:val="00283795"/>
    <w:rsid w:val="002847E2"/>
    <w:rsid w:val="00292661"/>
    <w:rsid w:val="002952C7"/>
    <w:rsid w:val="002B168B"/>
    <w:rsid w:val="002E751A"/>
    <w:rsid w:val="002F6D01"/>
    <w:rsid w:val="00325DE7"/>
    <w:rsid w:val="003362FF"/>
    <w:rsid w:val="003723E8"/>
    <w:rsid w:val="003A5025"/>
    <w:rsid w:val="003A70CE"/>
    <w:rsid w:val="003B44C6"/>
    <w:rsid w:val="003C15E4"/>
    <w:rsid w:val="003C4D89"/>
    <w:rsid w:val="003C5E0E"/>
    <w:rsid w:val="003F0858"/>
    <w:rsid w:val="00401721"/>
    <w:rsid w:val="004209DF"/>
    <w:rsid w:val="00421256"/>
    <w:rsid w:val="00430CF9"/>
    <w:rsid w:val="0043209F"/>
    <w:rsid w:val="004356A3"/>
    <w:rsid w:val="004518D3"/>
    <w:rsid w:val="00462813"/>
    <w:rsid w:val="004744A2"/>
    <w:rsid w:val="0047706E"/>
    <w:rsid w:val="00477DBF"/>
    <w:rsid w:val="004A150C"/>
    <w:rsid w:val="004B58CB"/>
    <w:rsid w:val="004B76C5"/>
    <w:rsid w:val="004C1F3F"/>
    <w:rsid w:val="004D0F93"/>
    <w:rsid w:val="004F01D3"/>
    <w:rsid w:val="004F3324"/>
    <w:rsid w:val="00526BEE"/>
    <w:rsid w:val="00531FE4"/>
    <w:rsid w:val="00533E31"/>
    <w:rsid w:val="00534D6C"/>
    <w:rsid w:val="00557C3E"/>
    <w:rsid w:val="00593C48"/>
    <w:rsid w:val="005A7812"/>
    <w:rsid w:val="005B7279"/>
    <w:rsid w:val="005E02A1"/>
    <w:rsid w:val="005F4411"/>
    <w:rsid w:val="006035B3"/>
    <w:rsid w:val="00617644"/>
    <w:rsid w:val="00633B85"/>
    <w:rsid w:val="00656992"/>
    <w:rsid w:val="0066388B"/>
    <w:rsid w:val="00670FB8"/>
    <w:rsid w:val="00674583"/>
    <w:rsid w:val="00697AFB"/>
    <w:rsid w:val="006A0B34"/>
    <w:rsid w:val="006B2669"/>
    <w:rsid w:val="006E741D"/>
    <w:rsid w:val="007133EA"/>
    <w:rsid w:val="00715A95"/>
    <w:rsid w:val="00722BDC"/>
    <w:rsid w:val="007424CF"/>
    <w:rsid w:val="00746297"/>
    <w:rsid w:val="007619F5"/>
    <w:rsid w:val="00776FEF"/>
    <w:rsid w:val="007775E1"/>
    <w:rsid w:val="007A6E3D"/>
    <w:rsid w:val="007B282C"/>
    <w:rsid w:val="007C10AA"/>
    <w:rsid w:val="007D0209"/>
    <w:rsid w:val="007D2A5A"/>
    <w:rsid w:val="007D613C"/>
    <w:rsid w:val="007E2711"/>
    <w:rsid w:val="007E571A"/>
    <w:rsid w:val="007F0D9B"/>
    <w:rsid w:val="008033F1"/>
    <w:rsid w:val="00806309"/>
    <w:rsid w:val="0082428B"/>
    <w:rsid w:val="0082477C"/>
    <w:rsid w:val="00833DE2"/>
    <w:rsid w:val="00841CDB"/>
    <w:rsid w:val="008663FE"/>
    <w:rsid w:val="00867318"/>
    <w:rsid w:val="008738DD"/>
    <w:rsid w:val="00876AEE"/>
    <w:rsid w:val="00890782"/>
    <w:rsid w:val="008C4960"/>
    <w:rsid w:val="008F2F1C"/>
    <w:rsid w:val="00900062"/>
    <w:rsid w:val="00906EDF"/>
    <w:rsid w:val="00932F54"/>
    <w:rsid w:val="00956A61"/>
    <w:rsid w:val="00957409"/>
    <w:rsid w:val="009642EE"/>
    <w:rsid w:val="00965468"/>
    <w:rsid w:val="0099321A"/>
    <w:rsid w:val="009B166F"/>
    <w:rsid w:val="009C3AD8"/>
    <w:rsid w:val="009E6C80"/>
    <w:rsid w:val="009F4239"/>
    <w:rsid w:val="009F628D"/>
    <w:rsid w:val="009F79E9"/>
    <w:rsid w:val="00A15172"/>
    <w:rsid w:val="00A50FC1"/>
    <w:rsid w:val="00A719C3"/>
    <w:rsid w:val="00A741A2"/>
    <w:rsid w:val="00AA5156"/>
    <w:rsid w:val="00AC1ACD"/>
    <w:rsid w:val="00AC4915"/>
    <w:rsid w:val="00AD216E"/>
    <w:rsid w:val="00AE1C80"/>
    <w:rsid w:val="00AF4012"/>
    <w:rsid w:val="00B07457"/>
    <w:rsid w:val="00B22B19"/>
    <w:rsid w:val="00B263AC"/>
    <w:rsid w:val="00B337FF"/>
    <w:rsid w:val="00B5292A"/>
    <w:rsid w:val="00B53AE3"/>
    <w:rsid w:val="00B77410"/>
    <w:rsid w:val="00B8001E"/>
    <w:rsid w:val="00B80940"/>
    <w:rsid w:val="00B91453"/>
    <w:rsid w:val="00B95ADD"/>
    <w:rsid w:val="00BC5447"/>
    <w:rsid w:val="00BE0561"/>
    <w:rsid w:val="00C056F2"/>
    <w:rsid w:val="00C50C41"/>
    <w:rsid w:val="00C87670"/>
    <w:rsid w:val="00C9135E"/>
    <w:rsid w:val="00CA4767"/>
    <w:rsid w:val="00CB725D"/>
    <w:rsid w:val="00CC327F"/>
    <w:rsid w:val="00CD4CDF"/>
    <w:rsid w:val="00CF7981"/>
    <w:rsid w:val="00D1691F"/>
    <w:rsid w:val="00D50065"/>
    <w:rsid w:val="00D5219A"/>
    <w:rsid w:val="00D6050C"/>
    <w:rsid w:val="00D61604"/>
    <w:rsid w:val="00D808E8"/>
    <w:rsid w:val="00D80D6A"/>
    <w:rsid w:val="00D83002"/>
    <w:rsid w:val="00D87AEC"/>
    <w:rsid w:val="00D95637"/>
    <w:rsid w:val="00DC78F5"/>
    <w:rsid w:val="00DD6387"/>
    <w:rsid w:val="00DE44C5"/>
    <w:rsid w:val="00DE6A22"/>
    <w:rsid w:val="00DE6BB5"/>
    <w:rsid w:val="00DF2DCA"/>
    <w:rsid w:val="00DF5EC0"/>
    <w:rsid w:val="00E047A8"/>
    <w:rsid w:val="00E059CC"/>
    <w:rsid w:val="00E17512"/>
    <w:rsid w:val="00E17BC2"/>
    <w:rsid w:val="00E22C74"/>
    <w:rsid w:val="00E8087A"/>
    <w:rsid w:val="00E93C44"/>
    <w:rsid w:val="00EB06E9"/>
    <w:rsid w:val="00ED4832"/>
    <w:rsid w:val="00ED548C"/>
    <w:rsid w:val="00EE1D51"/>
    <w:rsid w:val="00F006DF"/>
    <w:rsid w:val="00F062E1"/>
    <w:rsid w:val="00F26810"/>
    <w:rsid w:val="00F3109C"/>
    <w:rsid w:val="00F34769"/>
    <w:rsid w:val="00F43E32"/>
    <w:rsid w:val="00F57146"/>
    <w:rsid w:val="00F652F4"/>
    <w:rsid w:val="00F80446"/>
    <w:rsid w:val="00F82355"/>
    <w:rsid w:val="00F91B11"/>
    <w:rsid w:val="00FA533A"/>
    <w:rsid w:val="00FD5D67"/>
    <w:rsid w:val="00FE7AD1"/>
    <w:rsid w:val="00FF3BF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172"/>
    <w:pPr>
      <w:widowControl w:val="0"/>
      <w:autoSpaceDE w:val="0"/>
      <w:autoSpaceDN w:val="0"/>
      <w:adjustRightInd w:val="0"/>
    </w:pPr>
    <w:rPr>
      <w:rFonts w:ascii="Arial CYR" w:eastAsia="Times New Roman" w:hAnsi="Arial CYR" w:cs="Arial CYR"/>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15172"/>
    <w:rPr>
      <w:rFonts w:ascii="Tahoma" w:hAnsi="Tahoma" w:cs="Tahoma"/>
      <w:sz w:val="16"/>
      <w:szCs w:val="16"/>
      <w:lang w:val="ru-RU"/>
    </w:rPr>
  </w:style>
  <w:style w:type="character" w:customStyle="1" w:styleId="BalloonTextChar">
    <w:name w:val="Balloon Text Char"/>
    <w:basedOn w:val="DefaultParagraphFont"/>
    <w:link w:val="BalloonText"/>
    <w:uiPriority w:val="99"/>
    <w:semiHidden/>
    <w:locked/>
    <w:rsid w:val="00A15172"/>
    <w:rPr>
      <w:rFonts w:ascii="Tahoma" w:hAnsi="Tahoma" w:cs="Tahoma"/>
      <w:sz w:val="16"/>
      <w:szCs w:val="16"/>
      <w:lang w:eastAsia="ru-RU"/>
    </w:rPr>
  </w:style>
  <w:style w:type="paragraph" w:customStyle="1" w:styleId="a">
    <w:name w:val="Знак Знак Знак Знак Знак Знак Знак Знак Знак Знак Знак Знак"/>
    <w:basedOn w:val="Normal"/>
    <w:uiPriority w:val="99"/>
    <w:rsid w:val="000C12B6"/>
    <w:pPr>
      <w:widowControl/>
      <w:autoSpaceDE/>
      <w:autoSpaceDN/>
      <w:adjustRightInd/>
    </w:pPr>
    <w:rPr>
      <w:rFonts w:ascii="Verdana" w:hAnsi="Verdana" w:cs="Verdana"/>
      <w:sz w:val="20"/>
      <w:szCs w:val="20"/>
      <w:lang w:val="en-US" w:eastAsia="en-US"/>
    </w:rPr>
  </w:style>
  <w:style w:type="paragraph" w:customStyle="1" w:styleId="1">
    <w:name w:val="Знак Знак1 Знак Знак Знак Знак"/>
    <w:basedOn w:val="Normal"/>
    <w:uiPriority w:val="99"/>
    <w:rsid w:val="006A0B34"/>
    <w:pPr>
      <w:widowControl/>
      <w:autoSpaceDE/>
      <w:autoSpaceDN/>
      <w:adjustRightInd/>
    </w:pPr>
    <w:rPr>
      <w:rFonts w:ascii="Verdana" w:hAnsi="Verdana" w:cs="Verdana"/>
      <w:sz w:val="20"/>
      <w:szCs w:val="20"/>
      <w:lang w:val="en-US" w:eastAsia="en-US"/>
    </w:rPr>
  </w:style>
  <w:style w:type="paragraph" w:styleId="BodyTextIndent2">
    <w:name w:val="Body Text Indent 2"/>
    <w:basedOn w:val="Normal"/>
    <w:link w:val="BodyTextIndent2Char"/>
    <w:uiPriority w:val="99"/>
    <w:rsid w:val="00557C3E"/>
    <w:pPr>
      <w:widowControl/>
      <w:autoSpaceDE/>
      <w:autoSpaceDN/>
      <w:adjustRightInd/>
      <w:ind w:firstLine="720"/>
      <w:jc w:val="both"/>
    </w:pPr>
    <w:rPr>
      <w:rFonts w:ascii="Times New Roman" w:hAnsi="Times New Roman" w:cs="Times New Roman"/>
      <w:sz w:val="28"/>
      <w:szCs w:val="28"/>
    </w:rPr>
  </w:style>
  <w:style w:type="character" w:customStyle="1" w:styleId="BodyTextIndent2Char">
    <w:name w:val="Body Text Indent 2 Char"/>
    <w:basedOn w:val="DefaultParagraphFont"/>
    <w:link w:val="BodyTextIndent2"/>
    <w:uiPriority w:val="99"/>
    <w:locked/>
    <w:rsid w:val="009E6C80"/>
    <w:rPr>
      <w:rFonts w:ascii="Times New Roman" w:hAnsi="Times New Roman" w:cs="Times New Roman"/>
      <w:sz w:val="28"/>
      <w:szCs w:val="28"/>
      <w:lang w:eastAsia="ru-RU"/>
    </w:rPr>
  </w:style>
  <w:style w:type="paragraph" w:customStyle="1" w:styleId="a0">
    <w:name w:val="Знак Знак Знак"/>
    <w:basedOn w:val="Normal"/>
    <w:uiPriority w:val="99"/>
    <w:rsid w:val="00557C3E"/>
    <w:pPr>
      <w:widowControl/>
      <w:autoSpaceDE/>
      <w:autoSpaceDN/>
      <w:adjustRightInd/>
    </w:pPr>
    <w:rPr>
      <w:rFonts w:ascii="Verdana" w:hAnsi="Verdana" w:cs="Verdana"/>
      <w:sz w:val="20"/>
      <w:szCs w:val="20"/>
      <w:lang w:val="en-US" w:eastAsia="en-US"/>
    </w:rPr>
  </w:style>
  <w:style w:type="paragraph" w:customStyle="1" w:styleId="4">
    <w:name w:val="заголовок 4"/>
    <w:basedOn w:val="Normal"/>
    <w:next w:val="Normal"/>
    <w:uiPriority w:val="99"/>
    <w:rsid w:val="000B78A7"/>
    <w:pPr>
      <w:keepNext/>
      <w:widowControl/>
      <w:adjustRightInd/>
      <w:ind w:firstLine="1701"/>
      <w:jc w:val="both"/>
    </w:pPr>
    <w:rPr>
      <w:rFonts w:ascii="Bookman Old Style" w:hAnsi="Bookman Old Style" w:cs="Bookman Old Style"/>
      <w:sz w:val="27"/>
      <w:szCs w:val="27"/>
    </w:rPr>
  </w:style>
  <w:style w:type="paragraph" w:customStyle="1" w:styleId="a1">
    <w:name w:val="Знак Знак Знак Знак Знак"/>
    <w:basedOn w:val="Normal"/>
    <w:uiPriority w:val="99"/>
    <w:rsid w:val="000B78A7"/>
    <w:pPr>
      <w:widowControl/>
      <w:autoSpaceDE/>
      <w:autoSpaceDN/>
      <w:adjustRightInd/>
    </w:pPr>
    <w:rPr>
      <w:rFonts w:ascii="Verdana" w:hAnsi="Verdana" w:cs="Verdana"/>
      <w:sz w:val="20"/>
      <w:szCs w:val="20"/>
      <w:lang w:val="en-US" w:eastAsia="en-US"/>
    </w:rPr>
  </w:style>
  <w:style w:type="paragraph" w:styleId="BodyTextIndent">
    <w:name w:val="Body Text Indent"/>
    <w:basedOn w:val="Normal"/>
    <w:link w:val="BodyTextIndentChar"/>
    <w:uiPriority w:val="99"/>
    <w:semiHidden/>
    <w:rsid w:val="009E6C80"/>
    <w:pPr>
      <w:spacing w:after="120"/>
      <w:ind w:left="283"/>
    </w:pPr>
  </w:style>
  <w:style w:type="character" w:customStyle="1" w:styleId="BodyTextIndentChar">
    <w:name w:val="Body Text Indent Char"/>
    <w:basedOn w:val="DefaultParagraphFont"/>
    <w:link w:val="BodyTextIndent"/>
    <w:uiPriority w:val="99"/>
    <w:semiHidden/>
    <w:locked/>
    <w:rsid w:val="009E6C80"/>
    <w:rPr>
      <w:rFonts w:ascii="Arial CYR" w:hAnsi="Arial CYR" w:cs="Arial CYR"/>
      <w:sz w:val="24"/>
      <w:szCs w:val="24"/>
      <w:lang w:eastAsia="ru-RU"/>
    </w:rPr>
  </w:style>
  <w:style w:type="paragraph" w:styleId="ListParagraph">
    <w:name w:val="List Paragraph"/>
    <w:basedOn w:val="Normal"/>
    <w:uiPriority w:val="99"/>
    <w:qFormat/>
    <w:rsid w:val="004B76C5"/>
    <w:pPr>
      <w:ind w:left="720"/>
      <w:contextualSpacing/>
    </w:pPr>
  </w:style>
  <w:style w:type="paragraph" w:styleId="Header">
    <w:name w:val="header"/>
    <w:basedOn w:val="Normal"/>
    <w:link w:val="HeaderChar"/>
    <w:uiPriority w:val="99"/>
    <w:semiHidden/>
    <w:rsid w:val="000E78F5"/>
    <w:pPr>
      <w:tabs>
        <w:tab w:val="center" w:pos="4677"/>
        <w:tab w:val="right" w:pos="9355"/>
      </w:tabs>
    </w:pPr>
  </w:style>
  <w:style w:type="character" w:customStyle="1" w:styleId="HeaderChar">
    <w:name w:val="Header Char"/>
    <w:basedOn w:val="DefaultParagraphFont"/>
    <w:link w:val="Header"/>
    <w:uiPriority w:val="99"/>
    <w:semiHidden/>
    <w:locked/>
    <w:rsid w:val="000E78F5"/>
    <w:rPr>
      <w:rFonts w:ascii="Arial CYR" w:hAnsi="Arial CYR" w:cs="Arial CYR"/>
      <w:sz w:val="24"/>
      <w:szCs w:val="24"/>
      <w:lang w:val="uk-UA"/>
    </w:rPr>
  </w:style>
  <w:style w:type="paragraph" w:styleId="Footer">
    <w:name w:val="footer"/>
    <w:basedOn w:val="Normal"/>
    <w:link w:val="FooterChar"/>
    <w:uiPriority w:val="99"/>
    <w:semiHidden/>
    <w:rsid w:val="000E78F5"/>
    <w:pPr>
      <w:tabs>
        <w:tab w:val="center" w:pos="4677"/>
        <w:tab w:val="right" w:pos="9355"/>
      </w:tabs>
    </w:pPr>
  </w:style>
  <w:style w:type="character" w:customStyle="1" w:styleId="FooterChar">
    <w:name w:val="Footer Char"/>
    <w:basedOn w:val="DefaultParagraphFont"/>
    <w:link w:val="Footer"/>
    <w:uiPriority w:val="99"/>
    <w:semiHidden/>
    <w:locked/>
    <w:rsid w:val="000E78F5"/>
    <w:rPr>
      <w:rFonts w:ascii="Arial CYR" w:hAnsi="Arial CYR" w:cs="Arial CYR"/>
      <w:sz w:val="24"/>
      <w:szCs w:val="24"/>
      <w:lang w:val="uk-UA"/>
    </w:rPr>
  </w:style>
</w:styles>
</file>

<file path=word/webSettings.xml><?xml version="1.0" encoding="utf-8"?>
<w:webSettings xmlns:r="http://schemas.openxmlformats.org/officeDocument/2006/relationships" xmlns:w="http://schemas.openxmlformats.org/wordprocessingml/2006/main">
  <w:divs>
    <w:div w:id="18573062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1</Pages>
  <Words>219</Words>
  <Characters>1250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Admin</cp:lastModifiedBy>
  <cp:revision>19</cp:revision>
  <cp:lastPrinted>2019-11-11T11:58:00Z</cp:lastPrinted>
  <dcterms:created xsi:type="dcterms:W3CDTF">2019-01-28T09:10:00Z</dcterms:created>
  <dcterms:modified xsi:type="dcterms:W3CDTF">2020-03-04T15:12:00Z</dcterms:modified>
</cp:coreProperties>
</file>