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2B" w:rsidRDefault="00B82E2B">
      <w:pPr>
        <w:jc w:val="center"/>
        <w:rPr>
          <w:rFonts w:ascii="Times New Roman" w:hAnsi="Times New Roman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51317017" r:id="rId5"/>
        </w:object>
      </w:r>
    </w:p>
    <w:p w:rsidR="00B82E2B" w:rsidRDefault="00B82E2B">
      <w:pPr>
        <w:jc w:val="center"/>
        <w:rPr>
          <w:rFonts w:ascii="Times New Roman" w:hAnsi="Times New Roman"/>
          <w:color w:val="000000"/>
          <w:sz w:val="28"/>
        </w:rPr>
      </w:pPr>
    </w:p>
    <w:p w:rsidR="00B82E2B" w:rsidRDefault="00B82E2B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B82E2B" w:rsidRDefault="00B82E2B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B82E2B" w:rsidRDefault="00B82E2B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B82E2B" w:rsidRDefault="00B82E2B">
      <w:pPr>
        <w:ind w:right="-761"/>
        <w:jc w:val="center"/>
        <w:rPr>
          <w:rFonts w:ascii="Times New Roman" w:hAnsi="Times New Roman"/>
          <w:b/>
          <w:sz w:val="28"/>
        </w:rPr>
      </w:pPr>
    </w:p>
    <w:p w:rsidR="00B82E2B" w:rsidRDefault="00B82E2B">
      <w:pPr>
        <w:tabs>
          <w:tab w:val="left" w:pos="4962"/>
        </w:tabs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8"/>
        </w:rPr>
        <w:t xml:space="preserve">18.03.2020                           Мукачево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>112</w:t>
      </w:r>
    </w:p>
    <w:p w:rsidR="00B82E2B" w:rsidRDefault="00B82E2B">
      <w:pPr>
        <w:jc w:val="center"/>
        <w:rPr>
          <w:rFonts w:cs="Calibri"/>
          <w:sz w:val="26"/>
        </w:rPr>
      </w:pPr>
    </w:p>
    <w:p w:rsidR="00B82E2B" w:rsidRDefault="00B82E2B">
      <w:pPr>
        <w:jc w:val="center"/>
        <w:rPr>
          <w:rFonts w:ascii="Times New Roman" w:hAnsi="Times New Roman"/>
          <w:b/>
          <w:i/>
          <w:sz w:val="28"/>
        </w:rPr>
      </w:pPr>
    </w:p>
    <w:p w:rsidR="00B82E2B" w:rsidRDefault="00B82E2B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виведення зі  складу прийомних дітей  прийомної сім’ї </w:t>
      </w:r>
    </w:p>
    <w:p w:rsidR="00B82E2B" w:rsidRDefault="00B82E2B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особи, з числа дітей-сиріт</w:t>
      </w:r>
    </w:p>
    <w:p w:rsidR="00B82E2B" w:rsidRDefault="00B82E2B">
      <w:pPr>
        <w:spacing w:line="264" w:lineRule="auto"/>
        <w:jc w:val="center"/>
        <w:rPr>
          <w:rFonts w:ascii="Times New Roman" w:hAnsi="Times New Roman"/>
          <w:b/>
          <w:i/>
          <w:sz w:val="28"/>
        </w:rPr>
      </w:pPr>
    </w:p>
    <w:p w:rsidR="00B82E2B" w:rsidRDefault="00B82E2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„Про місцеві державні адміністрації”, Закону України „Про забезпечення організаційно-правових умов соціального захисту дітей-сиріт та дітей, позбавлених батьківського піклування”, пункту 3 статті 256-3 Сімейного кодексу України, постанов Кабінету Міністрів України від 26 квітня 2002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565 „Про затвердження  Положення  про  прийомну   сім’ю”, від 26 червня 2019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552  „Деякі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будинків”, розглянувши заяву прийомних батьків </w:t>
      </w:r>
      <w:r>
        <w:rPr>
          <w:rFonts w:ascii="Times New Roman" w:hAnsi="Times New Roman"/>
          <w:sz w:val="28"/>
          <w:lang w:val="uk-UA"/>
        </w:rPr>
        <w:t>________</w:t>
      </w:r>
      <w:r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заяву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_______</w:t>
      </w:r>
      <w:r>
        <w:rPr>
          <w:rFonts w:ascii="Times New Roman" w:hAnsi="Times New Roman"/>
          <w:sz w:val="28"/>
        </w:rPr>
        <w:t xml:space="preserve">2001 року народження, диплом про закінчення навчання Вищого професійного училища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</w:t>
      </w:r>
      <w:r>
        <w:rPr>
          <w:rFonts w:ascii="Times New Roman" w:hAnsi="Times New Roman"/>
          <w:sz w:val="28"/>
        </w:rPr>
        <w:t xml:space="preserve"> м. Мукачева від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 К </w:t>
      </w:r>
      <w:r>
        <w:rPr>
          <w:rFonts w:ascii="Times New Roman" w:hAnsi="Times New Roman"/>
          <w:sz w:val="28"/>
          <w:lang w:val="uk-UA"/>
        </w:rPr>
        <w:t>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 та подання служби у справах дітей Мукачівської райдержадміністрації від 13.03.2020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 178 /02-10:</w:t>
      </w:r>
    </w:p>
    <w:p w:rsidR="00B82E2B" w:rsidRDefault="00B82E2B">
      <w:pPr>
        <w:ind w:firstLine="708"/>
        <w:jc w:val="both"/>
        <w:rPr>
          <w:rFonts w:ascii="Times New Roman" w:hAnsi="Times New Roman"/>
          <w:sz w:val="28"/>
        </w:rPr>
      </w:pPr>
    </w:p>
    <w:p w:rsidR="00B82E2B" w:rsidRDefault="00B82E2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Вивести  з 18 березня 2020 року зі складу прийомних дітей прийомної сім’ї 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1982 року народження та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1983 року народження, які проживають за адресою: Мукачівський район, с.</w:t>
      </w:r>
      <w:r>
        <w:rPr>
          <w:rFonts w:ascii="Times New Roman" w:hAnsi="Times New Roman"/>
          <w:sz w:val="28"/>
          <w:lang w:val="uk-UA"/>
        </w:rPr>
        <w:t>________</w:t>
      </w:r>
      <w:r>
        <w:rPr>
          <w:rFonts w:ascii="Times New Roman" w:hAnsi="Times New Roman"/>
          <w:sz w:val="28"/>
        </w:rPr>
        <w:t xml:space="preserve">,  особу з числа дітей-сиріт 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року народження, у зв’язку з досягненням ним  повноліття  та закінченням денної форми навчання у Вищому  професійному   училищі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м. Мукачево. </w:t>
      </w:r>
    </w:p>
    <w:p w:rsidR="00B82E2B" w:rsidRDefault="00B82E2B">
      <w:pPr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2. Службі у справах дітей райдержадміністрації п</w:t>
      </w:r>
      <w:r>
        <w:rPr>
          <w:rFonts w:ascii="Times New Roman" w:hAnsi="Times New Roman"/>
          <w:color w:val="000000"/>
          <w:sz w:val="28"/>
        </w:rPr>
        <w:t xml:space="preserve">ідготувати проект договору про влаштування дітей на виховання та спільне проживання у прийомній сім’ї Попович, у зв’язку зі зменшенням числа прийомних дітей. </w:t>
      </w:r>
    </w:p>
    <w:p w:rsidR="00B82E2B" w:rsidRDefault="00B82E2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Управлінню соціального захисту населення райдержадміністрації припинити виплати державної соціальної допомоги на утримання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 та зменшити грошове забезпечення прийомній матері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, відповідно до вимог чинного законодавства.</w:t>
      </w:r>
    </w:p>
    <w:p w:rsidR="00B82E2B" w:rsidRDefault="00B82E2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Мукачівському районному центру соціальних служб для сім’ї, дітей та молоді, забезпечити</w:t>
      </w:r>
      <w:r>
        <w:rPr>
          <w:rFonts w:ascii="Times New Roman" w:hAnsi="Times New Roman"/>
          <w:color w:val="000000"/>
          <w:sz w:val="28"/>
        </w:rPr>
        <w:t xml:space="preserve"> соціальний супровід </w:t>
      </w:r>
      <w:r>
        <w:rPr>
          <w:rFonts w:ascii="Times New Roman" w:hAnsi="Times New Roman"/>
          <w:sz w:val="28"/>
        </w:rPr>
        <w:t xml:space="preserve">особи з числа дітей-сиріт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</w:t>
      </w:r>
      <w:r>
        <w:rPr>
          <w:rFonts w:ascii="Times New Roman" w:hAnsi="Times New Roman"/>
          <w:sz w:val="28"/>
        </w:rPr>
        <w:t>2001 року народження.</w:t>
      </w:r>
    </w:p>
    <w:p w:rsidR="00B82E2B" w:rsidRDefault="00B82E2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У  пункті  2  розпорядження  голови райдержадміністрації від 01.11.2018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549 „Про переведення дитячого будинку сімейного типу в статус прийомної сім’ї  та  переведення   дітей   на  спільне проживання та виховання”, позицію „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2001 року народження” виключити. </w:t>
      </w:r>
    </w:p>
    <w:p w:rsidR="00B82E2B" w:rsidRDefault="00B82E2B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Контроль за виконанням цього розпорядження залишаю за собою.</w:t>
      </w:r>
    </w:p>
    <w:p w:rsidR="00B82E2B" w:rsidRDefault="00B82E2B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B82E2B" w:rsidRDefault="00B82E2B">
      <w:pPr>
        <w:spacing w:line="259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B82E2B" w:rsidRDefault="00B82E2B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B82E2B" w:rsidRDefault="00B82E2B">
      <w:pPr>
        <w:spacing w:line="259" w:lineRule="auto"/>
        <w:jc w:val="both"/>
        <w:rPr>
          <w:rFonts w:ascii="Times New Roman" w:hAnsi="Times New Roman"/>
          <w:b/>
          <w:sz w:val="28"/>
        </w:rPr>
      </w:pPr>
    </w:p>
    <w:p w:rsidR="00B82E2B" w:rsidRDefault="00B82E2B">
      <w:pPr>
        <w:spacing w:after="160" w:line="259" w:lineRule="auto"/>
        <w:ind w:right="-28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               Олександр РАДИШ</w:t>
      </w:r>
    </w:p>
    <w:p w:rsidR="00B82E2B" w:rsidRDefault="00B82E2B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B82E2B" w:rsidRDefault="00B82E2B">
      <w:pPr>
        <w:spacing w:after="160" w:line="259" w:lineRule="auto"/>
        <w:rPr>
          <w:rFonts w:cs="Calibri"/>
        </w:rPr>
      </w:pPr>
    </w:p>
    <w:p w:rsidR="00B82E2B" w:rsidRDefault="00B82E2B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B82E2B" w:rsidRDefault="00B82E2B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B82E2B" w:rsidRDefault="00B82E2B">
      <w:pPr>
        <w:spacing w:line="259" w:lineRule="auto"/>
        <w:jc w:val="center"/>
        <w:rPr>
          <w:rFonts w:ascii="Times New Roman" w:hAnsi="Times New Roman"/>
          <w:b/>
          <w:sz w:val="28"/>
        </w:rPr>
      </w:pPr>
    </w:p>
    <w:p w:rsidR="00B82E2B" w:rsidRDefault="00B82E2B">
      <w:pPr>
        <w:spacing w:after="160" w:line="259" w:lineRule="auto"/>
        <w:rPr>
          <w:rFonts w:cs="Calibri"/>
        </w:rPr>
      </w:pPr>
    </w:p>
    <w:sectPr w:rsidR="00B82E2B" w:rsidSect="00CC4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893"/>
    <w:rsid w:val="00B80288"/>
    <w:rsid w:val="00B82E2B"/>
    <w:rsid w:val="00C71893"/>
    <w:rsid w:val="00CC4378"/>
    <w:rsid w:val="00F20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434</Words>
  <Characters>2478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FuckYouBill</cp:lastModifiedBy>
  <cp:revision>2</cp:revision>
  <dcterms:created xsi:type="dcterms:W3CDTF">2020-05-18T11:22:00Z</dcterms:created>
  <dcterms:modified xsi:type="dcterms:W3CDTF">2020-05-18T11:24:00Z</dcterms:modified>
</cp:coreProperties>
</file>